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41DD" w:rsidRPr="00F96619" w:rsidRDefault="001241DD" w:rsidP="001241DD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F96619">
        <w:rPr>
          <w:rFonts w:ascii="Corbel" w:hAnsi="Corbel"/>
          <w:b/>
          <w:smallCaps/>
          <w:sz w:val="24"/>
          <w:szCs w:val="24"/>
        </w:rPr>
        <w:t>SYLABUS</w:t>
      </w:r>
    </w:p>
    <w:p w:rsidR="001241DD" w:rsidRPr="00F96619" w:rsidRDefault="001241DD" w:rsidP="001241D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96619">
        <w:rPr>
          <w:rFonts w:ascii="Corbel" w:hAnsi="Corbel"/>
          <w:b/>
          <w:smallCaps/>
          <w:sz w:val="24"/>
          <w:szCs w:val="24"/>
        </w:rPr>
        <w:t>dotyczy cyklu kształcenia</w:t>
      </w:r>
      <w:r w:rsidRPr="00F96619">
        <w:rPr>
          <w:rFonts w:ascii="Corbel" w:hAnsi="Corbel"/>
          <w:i/>
          <w:smallCaps/>
          <w:sz w:val="24"/>
          <w:szCs w:val="24"/>
        </w:rPr>
        <w:t xml:space="preserve"> </w:t>
      </w:r>
      <w:r w:rsidRPr="00F96619">
        <w:rPr>
          <w:rFonts w:ascii="Corbel" w:hAnsi="Corbel"/>
          <w:b/>
          <w:smallCaps/>
          <w:sz w:val="24"/>
          <w:szCs w:val="24"/>
        </w:rPr>
        <w:t>202</w:t>
      </w:r>
      <w:r w:rsidR="00BE6E34">
        <w:rPr>
          <w:rFonts w:ascii="Corbel" w:hAnsi="Corbel"/>
          <w:b/>
          <w:smallCaps/>
          <w:sz w:val="24"/>
          <w:szCs w:val="24"/>
        </w:rPr>
        <w:t>1</w:t>
      </w:r>
      <w:r w:rsidRPr="00F96619">
        <w:rPr>
          <w:rFonts w:ascii="Corbel" w:hAnsi="Corbel"/>
          <w:b/>
          <w:smallCaps/>
          <w:sz w:val="24"/>
          <w:szCs w:val="24"/>
        </w:rPr>
        <w:t xml:space="preserve"> - 202</w:t>
      </w:r>
      <w:r w:rsidR="00BE6E34">
        <w:rPr>
          <w:rFonts w:ascii="Corbel" w:hAnsi="Corbel"/>
          <w:b/>
          <w:smallCaps/>
          <w:sz w:val="24"/>
          <w:szCs w:val="24"/>
        </w:rPr>
        <w:t>6</w:t>
      </w:r>
    </w:p>
    <w:p w:rsidR="001241DD" w:rsidRPr="00F96619" w:rsidRDefault="001241DD" w:rsidP="001241DD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F96619">
        <w:rPr>
          <w:rFonts w:ascii="Corbel" w:hAnsi="Corbel"/>
          <w:sz w:val="24"/>
          <w:szCs w:val="24"/>
        </w:rPr>
        <w:t xml:space="preserve">Rok akademicki </w:t>
      </w:r>
      <w:r w:rsidRPr="00F96619">
        <w:rPr>
          <w:rFonts w:ascii="Corbel" w:hAnsi="Corbel"/>
          <w:b/>
          <w:sz w:val="24"/>
          <w:szCs w:val="24"/>
        </w:rPr>
        <w:t>202</w:t>
      </w:r>
      <w:r w:rsidR="00BE6E34">
        <w:rPr>
          <w:rFonts w:ascii="Corbel" w:hAnsi="Corbel"/>
          <w:b/>
          <w:sz w:val="24"/>
          <w:szCs w:val="24"/>
        </w:rPr>
        <w:t>4</w:t>
      </w:r>
      <w:r w:rsidRPr="00F96619">
        <w:rPr>
          <w:rFonts w:ascii="Corbel" w:hAnsi="Corbel"/>
          <w:b/>
          <w:sz w:val="24"/>
          <w:szCs w:val="24"/>
        </w:rPr>
        <w:t>/20</w:t>
      </w:r>
      <w:r w:rsidR="00BE6E34">
        <w:rPr>
          <w:rFonts w:ascii="Corbel" w:hAnsi="Corbel"/>
          <w:b/>
          <w:sz w:val="24"/>
          <w:szCs w:val="24"/>
        </w:rPr>
        <w:t>25</w:t>
      </w:r>
      <w:bookmarkStart w:id="0" w:name="_GoBack"/>
      <w:bookmarkEnd w:id="0"/>
    </w:p>
    <w:p w:rsidR="0085747A" w:rsidRPr="00F96619" w:rsidRDefault="00445970" w:rsidP="001241D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96619">
        <w:rPr>
          <w:rFonts w:ascii="Corbel" w:hAnsi="Corbel"/>
          <w:sz w:val="24"/>
          <w:szCs w:val="24"/>
        </w:rPr>
        <w:tab/>
      </w:r>
      <w:r w:rsidRPr="00F96619">
        <w:rPr>
          <w:rFonts w:ascii="Corbel" w:hAnsi="Corbel"/>
          <w:sz w:val="24"/>
          <w:szCs w:val="24"/>
        </w:rPr>
        <w:tab/>
      </w:r>
      <w:r w:rsidRPr="00F96619">
        <w:rPr>
          <w:rFonts w:ascii="Corbel" w:hAnsi="Corbel"/>
          <w:sz w:val="24"/>
          <w:szCs w:val="24"/>
        </w:rPr>
        <w:tab/>
      </w:r>
      <w:r w:rsidRPr="00F96619">
        <w:rPr>
          <w:rFonts w:ascii="Corbel" w:hAnsi="Corbel"/>
          <w:sz w:val="24"/>
          <w:szCs w:val="24"/>
        </w:rPr>
        <w:tab/>
      </w:r>
    </w:p>
    <w:p w:rsidR="0085747A" w:rsidRPr="00F9661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96619">
        <w:rPr>
          <w:rFonts w:ascii="Corbel" w:hAnsi="Corbel"/>
          <w:szCs w:val="24"/>
        </w:rPr>
        <w:t xml:space="preserve">1. </w:t>
      </w:r>
      <w:r w:rsidR="0085747A" w:rsidRPr="00F96619">
        <w:rPr>
          <w:rFonts w:ascii="Corbel" w:hAnsi="Corbel"/>
          <w:szCs w:val="24"/>
        </w:rPr>
        <w:t xml:space="preserve">Podstawowe </w:t>
      </w:r>
      <w:r w:rsidR="00445970" w:rsidRPr="00F9661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96619" w:rsidTr="00B819C8">
        <w:tc>
          <w:tcPr>
            <w:tcW w:w="2694" w:type="dxa"/>
            <w:vAlign w:val="center"/>
          </w:tcPr>
          <w:p w:rsidR="0085747A" w:rsidRPr="00F9661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F96619" w:rsidRDefault="001241DD" w:rsidP="00BA1971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z</w:t>
            </w:r>
            <w:r w:rsidR="00BB1811" w:rsidRPr="00F96619">
              <w:rPr>
                <w:rFonts w:ascii="Corbel" w:hAnsi="Corbel"/>
                <w:sz w:val="24"/>
                <w:szCs w:val="24"/>
              </w:rPr>
              <w:t>achowania trudne osób z niepełnosprawnością intelektualną</w:t>
            </w:r>
          </w:p>
        </w:tc>
      </w:tr>
      <w:tr w:rsidR="001241DD" w:rsidRPr="00F96619" w:rsidTr="00B819C8">
        <w:tc>
          <w:tcPr>
            <w:tcW w:w="2694" w:type="dxa"/>
            <w:vAlign w:val="center"/>
          </w:tcPr>
          <w:p w:rsidR="001241DD" w:rsidRPr="00F96619" w:rsidRDefault="001241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1241DD" w:rsidRPr="00F96619" w:rsidRDefault="001241DD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661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1241DD" w:rsidRPr="00F96619" w:rsidTr="00B819C8">
        <w:tc>
          <w:tcPr>
            <w:tcW w:w="2694" w:type="dxa"/>
            <w:vAlign w:val="center"/>
          </w:tcPr>
          <w:p w:rsidR="001241DD" w:rsidRPr="00F96619" w:rsidRDefault="001241D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1241DD" w:rsidRPr="00F96619" w:rsidRDefault="001241DD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661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241DD" w:rsidRPr="00F96619" w:rsidTr="00B819C8">
        <w:tc>
          <w:tcPr>
            <w:tcW w:w="2694" w:type="dxa"/>
            <w:vAlign w:val="center"/>
          </w:tcPr>
          <w:p w:rsidR="001241DD" w:rsidRPr="00F96619" w:rsidRDefault="001241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241DD" w:rsidRPr="00F96619" w:rsidRDefault="001241DD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661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241DD" w:rsidRPr="00F96619" w:rsidTr="00B819C8">
        <w:tc>
          <w:tcPr>
            <w:tcW w:w="2694" w:type="dxa"/>
            <w:vAlign w:val="center"/>
          </w:tcPr>
          <w:p w:rsidR="001241DD" w:rsidRPr="00F96619" w:rsidRDefault="001241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241DD" w:rsidRPr="00F96619" w:rsidRDefault="001241DD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6619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1241DD" w:rsidRPr="00F96619" w:rsidTr="00B819C8">
        <w:tc>
          <w:tcPr>
            <w:tcW w:w="2694" w:type="dxa"/>
            <w:vAlign w:val="center"/>
          </w:tcPr>
          <w:p w:rsidR="001241DD" w:rsidRPr="00F96619" w:rsidRDefault="001241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241DD" w:rsidRPr="00F96619" w:rsidRDefault="001241DD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661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1241DD" w:rsidRPr="00F96619" w:rsidTr="00B819C8">
        <w:tc>
          <w:tcPr>
            <w:tcW w:w="2694" w:type="dxa"/>
            <w:vAlign w:val="center"/>
          </w:tcPr>
          <w:p w:rsidR="001241DD" w:rsidRPr="00F96619" w:rsidRDefault="001241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241DD" w:rsidRPr="00F96619" w:rsidRDefault="001241DD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661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241DD" w:rsidRPr="00F96619" w:rsidTr="00B819C8">
        <w:tc>
          <w:tcPr>
            <w:tcW w:w="2694" w:type="dxa"/>
            <w:vAlign w:val="center"/>
          </w:tcPr>
          <w:p w:rsidR="001241DD" w:rsidRPr="00F96619" w:rsidRDefault="001241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241DD" w:rsidRPr="00F96619" w:rsidRDefault="001241DD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6619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1241DD" w:rsidRPr="00F96619" w:rsidTr="00B819C8">
        <w:tc>
          <w:tcPr>
            <w:tcW w:w="2694" w:type="dxa"/>
            <w:vAlign w:val="center"/>
          </w:tcPr>
          <w:p w:rsidR="001241DD" w:rsidRPr="00F96619" w:rsidRDefault="001241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1241DD" w:rsidRPr="00F96619" w:rsidRDefault="001241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6619">
              <w:rPr>
                <w:rFonts w:ascii="Corbel" w:hAnsi="Corbel"/>
                <w:b w:val="0"/>
                <w:sz w:val="24"/>
                <w:szCs w:val="24"/>
              </w:rPr>
              <w:t>IV rok, 8 semestr</w:t>
            </w:r>
          </w:p>
        </w:tc>
      </w:tr>
      <w:tr w:rsidR="001241DD" w:rsidRPr="00F96619" w:rsidTr="00B819C8">
        <w:tc>
          <w:tcPr>
            <w:tcW w:w="2694" w:type="dxa"/>
            <w:vAlign w:val="center"/>
          </w:tcPr>
          <w:p w:rsidR="001241DD" w:rsidRPr="00F96619" w:rsidRDefault="001241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241DD" w:rsidRPr="00F96619" w:rsidRDefault="001241DD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6619"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intelektualną, Moduł E.1. Przygotowanie merytoryczne; przedmiot specjalnościowy</w:t>
            </w:r>
          </w:p>
        </w:tc>
      </w:tr>
      <w:tr w:rsidR="001241DD" w:rsidRPr="00F96619" w:rsidTr="00B819C8">
        <w:tc>
          <w:tcPr>
            <w:tcW w:w="2694" w:type="dxa"/>
            <w:vAlign w:val="center"/>
          </w:tcPr>
          <w:p w:rsidR="001241DD" w:rsidRPr="00F96619" w:rsidRDefault="001241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241DD" w:rsidRPr="00F96619" w:rsidRDefault="001241DD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6619">
              <w:rPr>
                <w:rFonts w:ascii="Corbel" w:hAnsi="Corbel"/>
                <w:b w:val="0"/>
                <w:sz w:val="24"/>
                <w:szCs w:val="24"/>
              </w:rPr>
              <w:t xml:space="preserve">język polski </w:t>
            </w:r>
          </w:p>
        </w:tc>
      </w:tr>
      <w:tr w:rsidR="001241DD" w:rsidRPr="00F96619" w:rsidTr="00B819C8">
        <w:tc>
          <w:tcPr>
            <w:tcW w:w="2694" w:type="dxa"/>
            <w:vAlign w:val="center"/>
          </w:tcPr>
          <w:p w:rsidR="001241DD" w:rsidRPr="00F96619" w:rsidRDefault="001241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241DD" w:rsidRPr="00F96619" w:rsidRDefault="001241DD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6619">
              <w:rPr>
                <w:rFonts w:ascii="Corbel" w:hAnsi="Corbel"/>
                <w:b w:val="0"/>
                <w:sz w:val="24"/>
                <w:szCs w:val="24"/>
              </w:rPr>
              <w:t xml:space="preserve">dr hab. Remigiusz Kijak, prof. UR </w:t>
            </w:r>
          </w:p>
        </w:tc>
      </w:tr>
      <w:tr w:rsidR="001241DD" w:rsidRPr="00F96619" w:rsidTr="00B819C8">
        <w:tc>
          <w:tcPr>
            <w:tcW w:w="2694" w:type="dxa"/>
            <w:vAlign w:val="center"/>
          </w:tcPr>
          <w:p w:rsidR="001241DD" w:rsidRPr="00F96619" w:rsidRDefault="001241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241DD" w:rsidRPr="00F96619" w:rsidRDefault="001241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6619">
              <w:rPr>
                <w:rFonts w:ascii="Corbel" w:hAnsi="Corbel"/>
                <w:b w:val="0"/>
                <w:sz w:val="24"/>
                <w:szCs w:val="24"/>
              </w:rPr>
              <w:t>dr Aneta Lew-Koralewicz</w:t>
            </w:r>
          </w:p>
        </w:tc>
      </w:tr>
    </w:tbl>
    <w:p w:rsidR="0085747A" w:rsidRPr="00F96619" w:rsidRDefault="0085747A" w:rsidP="00BA1971">
      <w:pPr>
        <w:pStyle w:val="Podpunkty"/>
        <w:ind w:left="0"/>
        <w:rPr>
          <w:rFonts w:ascii="Corbel" w:hAnsi="Corbel"/>
          <w:sz w:val="24"/>
          <w:szCs w:val="24"/>
        </w:rPr>
      </w:pPr>
      <w:r w:rsidRPr="00F96619">
        <w:rPr>
          <w:rFonts w:ascii="Corbel" w:hAnsi="Corbel"/>
          <w:sz w:val="24"/>
          <w:szCs w:val="24"/>
        </w:rPr>
        <w:t xml:space="preserve">* </w:t>
      </w:r>
      <w:r w:rsidRPr="00F96619">
        <w:rPr>
          <w:rFonts w:ascii="Corbel" w:hAnsi="Corbel"/>
          <w:i/>
          <w:sz w:val="24"/>
          <w:szCs w:val="24"/>
        </w:rPr>
        <w:t>-</w:t>
      </w:r>
      <w:r w:rsidR="00B90885" w:rsidRPr="00F9661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96619">
        <w:rPr>
          <w:rFonts w:ascii="Corbel" w:hAnsi="Corbel"/>
          <w:b w:val="0"/>
          <w:sz w:val="24"/>
          <w:szCs w:val="24"/>
        </w:rPr>
        <w:t>e,</w:t>
      </w:r>
      <w:r w:rsidRPr="00F96619">
        <w:rPr>
          <w:rFonts w:ascii="Corbel" w:hAnsi="Corbel"/>
          <w:i/>
          <w:sz w:val="24"/>
          <w:szCs w:val="24"/>
        </w:rPr>
        <w:t xml:space="preserve"> </w:t>
      </w:r>
      <w:r w:rsidRPr="00F9661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96619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F9661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F96619" w:rsidRDefault="0085747A" w:rsidP="001241DD">
      <w:pPr>
        <w:pStyle w:val="Podpunkty"/>
        <w:ind w:left="284"/>
        <w:rPr>
          <w:rFonts w:ascii="Corbel" w:hAnsi="Corbel"/>
          <w:sz w:val="24"/>
          <w:szCs w:val="24"/>
        </w:rPr>
      </w:pPr>
      <w:r w:rsidRPr="00F96619">
        <w:rPr>
          <w:rFonts w:ascii="Corbel" w:hAnsi="Corbel"/>
          <w:sz w:val="24"/>
          <w:szCs w:val="24"/>
        </w:rPr>
        <w:t>1.</w:t>
      </w:r>
      <w:r w:rsidR="00E22FBC" w:rsidRPr="00F96619">
        <w:rPr>
          <w:rFonts w:ascii="Corbel" w:hAnsi="Corbel"/>
          <w:sz w:val="24"/>
          <w:szCs w:val="24"/>
        </w:rPr>
        <w:t>1</w:t>
      </w:r>
      <w:r w:rsidRPr="00F9661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29"/>
        <w:gridCol w:w="1545"/>
      </w:tblGrid>
      <w:tr w:rsidR="00015B8F" w:rsidRPr="00F96619" w:rsidTr="001241D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9661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96619">
              <w:rPr>
                <w:rFonts w:ascii="Corbel" w:hAnsi="Corbel"/>
                <w:szCs w:val="24"/>
              </w:rPr>
              <w:t>Semestr</w:t>
            </w:r>
          </w:p>
          <w:p w:rsidR="00015B8F" w:rsidRPr="00F9661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96619">
              <w:rPr>
                <w:rFonts w:ascii="Corbel" w:hAnsi="Corbel"/>
                <w:szCs w:val="24"/>
              </w:rPr>
              <w:t>(</w:t>
            </w:r>
            <w:r w:rsidR="00363F78" w:rsidRPr="00F9661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9661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96619">
              <w:rPr>
                <w:rFonts w:ascii="Corbel" w:hAnsi="Corbel"/>
                <w:szCs w:val="24"/>
              </w:rPr>
              <w:t>Wykł</w:t>
            </w:r>
            <w:proofErr w:type="spellEnd"/>
            <w:r w:rsidRPr="00F9661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9661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9661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9661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96619">
              <w:rPr>
                <w:rFonts w:ascii="Corbel" w:hAnsi="Corbel"/>
                <w:szCs w:val="24"/>
              </w:rPr>
              <w:t>Konw</w:t>
            </w:r>
            <w:proofErr w:type="spellEnd"/>
            <w:r w:rsidRPr="00F9661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9661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9661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9661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96619">
              <w:rPr>
                <w:rFonts w:ascii="Corbel" w:hAnsi="Corbel"/>
                <w:szCs w:val="24"/>
              </w:rPr>
              <w:t>Sem</w:t>
            </w:r>
            <w:proofErr w:type="spellEnd"/>
            <w:r w:rsidRPr="00F9661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9661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9661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9661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96619">
              <w:rPr>
                <w:rFonts w:ascii="Corbel" w:hAnsi="Corbel"/>
                <w:szCs w:val="24"/>
              </w:rPr>
              <w:t>Prakt</w:t>
            </w:r>
            <w:proofErr w:type="spellEnd"/>
            <w:r w:rsidRPr="00F9661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96619" w:rsidRDefault="001241D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9661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9661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96619">
              <w:rPr>
                <w:rFonts w:ascii="Corbel" w:hAnsi="Corbel"/>
                <w:b/>
                <w:szCs w:val="24"/>
              </w:rPr>
              <w:t>Liczba pkt</w:t>
            </w:r>
            <w:r w:rsidR="00B90885" w:rsidRPr="00F96619">
              <w:rPr>
                <w:rFonts w:ascii="Corbel" w:hAnsi="Corbel"/>
                <w:b/>
                <w:szCs w:val="24"/>
              </w:rPr>
              <w:t>.</w:t>
            </w:r>
            <w:r w:rsidRPr="00F9661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96619" w:rsidTr="001241D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96619" w:rsidRDefault="001241DD" w:rsidP="00124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9661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9661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9661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9661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9661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9661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9661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96619" w:rsidRDefault="001241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96619" w:rsidRDefault="00BB1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F96619" w:rsidRDefault="00923D7D" w:rsidP="001241D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F9661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96619">
        <w:rPr>
          <w:rFonts w:ascii="Corbel" w:hAnsi="Corbel"/>
          <w:smallCaps w:val="0"/>
          <w:szCs w:val="24"/>
        </w:rPr>
        <w:t>1.</w:t>
      </w:r>
      <w:r w:rsidR="00E22FBC" w:rsidRPr="00F96619">
        <w:rPr>
          <w:rFonts w:ascii="Corbel" w:hAnsi="Corbel"/>
          <w:smallCaps w:val="0"/>
          <w:szCs w:val="24"/>
        </w:rPr>
        <w:t>2</w:t>
      </w:r>
      <w:r w:rsidR="00F83B28" w:rsidRPr="00F96619">
        <w:rPr>
          <w:rFonts w:ascii="Corbel" w:hAnsi="Corbel"/>
          <w:smallCaps w:val="0"/>
          <w:szCs w:val="24"/>
        </w:rPr>
        <w:t>.</w:t>
      </w:r>
      <w:r w:rsidR="00F83B28" w:rsidRPr="00F96619">
        <w:rPr>
          <w:rFonts w:ascii="Corbel" w:hAnsi="Corbel"/>
          <w:smallCaps w:val="0"/>
          <w:szCs w:val="24"/>
        </w:rPr>
        <w:tab/>
      </w:r>
      <w:r w:rsidRPr="00F96619">
        <w:rPr>
          <w:rFonts w:ascii="Corbel" w:hAnsi="Corbel"/>
          <w:smallCaps w:val="0"/>
          <w:szCs w:val="24"/>
        </w:rPr>
        <w:t xml:space="preserve">Sposób realizacji zajęć  </w:t>
      </w:r>
    </w:p>
    <w:p w:rsidR="001241DD" w:rsidRPr="00F96619" w:rsidRDefault="001241DD" w:rsidP="001241DD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F96619">
        <w:rPr>
          <w:rFonts w:ascii="Corbel" w:eastAsia="MS Gothic" w:hAnsi="Corbel"/>
          <w:b w:val="0"/>
          <w:szCs w:val="24"/>
        </w:rPr>
        <w:sym w:font="Wingdings" w:char="F078"/>
      </w:r>
      <w:r w:rsidRPr="00F96619">
        <w:rPr>
          <w:rFonts w:ascii="Corbel" w:eastAsia="MS Gothic" w:hAnsi="Corbel"/>
          <w:b w:val="0"/>
          <w:szCs w:val="24"/>
        </w:rPr>
        <w:t xml:space="preserve"> </w:t>
      </w:r>
      <w:r w:rsidRPr="00F96619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F9661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96619">
        <w:rPr>
          <w:rFonts w:ascii="MS Gothic" w:eastAsia="MS Gothic" w:hAnsi="MS Gothic" w:cs="MS Gothic" w:hint="eastAsia"/>
          <w:b w:val="0"/>
          <w:szCs w:val="24"/>
        </w:rPr>
        <w:t>☐</w:t>
      </w:r>
      <w:r w:rsidRPr="00F9661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F9661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F96619" w:rsidRDefault="00E22FBC" w:rsidP="001241D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96619">
        <w:rPr>
          <w:rFonts w:ascii="Corbel" w:hAnsi="Corbel"/>
          <w:smallCaps w:val="0"/>
          <w:szCs w:val="24"/>
        </w:rPr>
        <w:t xml:space="preserve">1.3 </w:t>
      </w:r>
      <w:r w:rsidR="00F83B28" w:rsidRPr="00F96619">
        <w:rPr>
          <w:rFonts w:ascii="Corbel" w:hAnsi="Corbel"/>
          <w:smallCaps w:val="0"/>
          <w:szCs w:val="24"/>
        </w:rPr>
        <w:tab/>
      </w:r>
      <w:r w:rsidRPr="00F96619">
        <w:rPr>
          <w:rFonts w:ascii="Corbel" w:hAnsi="Corbel"/>
          <w:smallCaps w:val="0"/>
          <w:szCs w:val="24"/>
        </w:rPr>
        <w:t>For</w:t>
      </w:r>
      <w:r w:rsidR="00445970" w:rsidRPr="00F96619">
        <w:rPr>
          <w:rFonts w:ascii="Corbel" w:hAnsi="Corbel"/>
          <w:smallCaps w:val="0"/>
          <w:szCs w:val="24"/>
        </w:rPr>
        <w:t xml:space="preserve">ma zaliczenia przedmiotu </w:t>
      </w:r>
      <w:r w:rsidRPr="00F96619">
        <w:rPr>
          <w:rFonts w:ascii="Corbel" w:hAnsi="Corbel"/>
          <w:smallCaps w:val="0"/>
          <w:szCs w:val="24"/>
        </w:rPr>
        <w:t xml:space="preserve"> (z toku)</w:t>
      </w:r>
    </w:p>
    <w:p w:rsidR="001241DD" w:rsidRPr="00F96619" w:rsidRDefault="001241DD" w:rsidP="001241D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96619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:rsidR="001241DD" w:rsidRPr="00F96619" w:rsidRDefault="001241DD" w:rsidP="001241D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96619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:rsidR="00E960BB" w:rsidRPr="00F9661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9661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96619" w:rsidTr="00745302">
        <w:tc>
          <w:tcPr>
            <w:tcW w:w="9670" w:type="dxa"/>
          </w:tcPr>
          <w:p w:rsidR="0085747A" w:rsidRPr="00F96619" w:rsidRDefault="0036014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Podstawowa wiedza z pedagogiki ogólnej oraz psychologii ogólnej i psychologii rozwojowej oraz stosowanej analizy zachowania.</w:t>
            </w:r>
          </w:p>
        </w:tc>
      </w:tr>
    </w:tbl>
    <w:p w:rsidR="00153C41" w:rsidRPr="00F9661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9661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96619">
        <w:rPr>
          <w:rFonts w:ascii="Corbel" w:hAnsi="Corbel"/>
          <w:szCs w:val="24"/>
        </w:rPr>
        <w:t>3.</w:t>
      </w:r>
      <w:r w:rsidR="0085747A" w:rsidRPr="00F96619">
        <w:rPr>
          <w:rFonts w:ascii="Corbel" w:hAnsi="Corbel"/>
          <w:szCs w:val="24"/>
        </w:rPr>
        <w:t xml:space="preserve"> </w:t>
      </w:r>
      <w:r w:rsidR="00A84C85" w:rsidRPr="00F96619">
        <w:rPr>
          <w:rFonts w:ascii="Corbel" w:hAnsi="Corbel"/>
          <w:szCs w:val="24"/>
        </w:rPr>
        <w:t>cele, efekty uczenia się</w:t>
      </w:r>
      <w:r w:rsidR="0085747A" w:rsidRPr="00F96619">
        <w:rPr>
          <w:rFonts w:ascii="Corbel" w:hAnsi="Corbel"/>
          <w:szCs w:val="24"/>
        </w:rPr>
        <w:t xml:space="preserve"> , treści Programowe i stosowane metody Dydaktyczne</w:t>
      </w:r>
    </w:p>
    <w:p w:rsidR="00F83B28" w:rsidRPr="00F96619" w:rsidRDefault="0071620A" w:rsidP="001241DD">
      <w:pPr>
        <w:pStyle w:val="Podpunkty"/>
        <w:rPr>
          <w:rFonts w:ascii="Corbel" w:hAnsi="Corbel"/>
          <w:sz w:val="24"/>
          <w:szCs w:val="24"/>
        </w:rPr>
      </w:pPr>
      <w:r w:rsidRPr="00F96619">
        <w:rPr>
          <w:rFonts w:ascii="Corbel" w:hAnsi="Corbel"/>
          <w:sz w:val="24"/>
          <w:szCs w:val="24"/>
        </w:rPr>
        <w:t xml:space="preserve">3.1 </w:t>
      </w:r>
      <w:r w:rsidR="00C05F44" w:rsidRPr="00F96619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794"/>
      </w:tblGrid>
      <w:tr w:rsidR="00C24364" w:rsidRPr="00F96619" w:rsidTr="001241DD">
        <w:tc>
          <w:tcPr>
            <w:tcW w:w="845" w:type="dxa"/>
            <w:vAlign w:val="center"/>
          </w:tcPr>
          <w:p w:rsidR="00C24364" w:rsidRPr="00F96619" w:rsidRDefault="00C24364" w:rsidP="001241D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9661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794" w:type="dxa"/>
          </w:tcPr>
          <w:p w:rsidR="00C24364" w:rsidRPr="00F96619" w:rsidRDefault="00C24364" w:rsidP="00C2436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96619">
              <w:rPr>
                <w:rFonts w:ascii="Corbel" w:hAnsi="Corbel"/>
                <w:b w:val="0"/>
                <w:bCs/>
                <w:sz w:val="24"/>
                <w:szCs w:val="24"/>
              </w:rPr>
              <w:t>Dostarczenie podstawowej wiedzy na temat przyczyn, topografii, funkcji zachowań trudnych u osób z niepełnosprawnością intelektualną.</w:t>
            </w:r>
          </w:p>
        </w:tc>
      </w:tr>
      <w:tr w:rsidR="00C24364" w:rsidRPr="00F96619" w:rsidTr="001241DD">
        <w:tc>
          <w:tcPr>
            <w:tcW w:w="845" w:type="dxa"/>
            <w:vAlign w:val="center"/>
          </w:tcPr>
          <w:p w:rsidR="00C24364" w:rsidRPr="00F96619" w:rsidRDefault="00C24364" w:rsidP="001241DD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794" w:type="dxa"/>
          </w:tcPr>
          <w:p w:rsidR="00C24364" w:rsidRPr="00F96619" w:rsidRDefault="00C24364" w:rsidP="00C2436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9661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do prowadzenia analizy funkcjonalnej zachowań trudnych oraz zaznajomienie z metodami ich terapii. </w:t>
            </w:r>
          </w:p>
        </w:tc>
      </w:tr>
      <w:tr w:rsidR="00C24364" w:rsidRPr="00F96619" w:rsidTr="001241DD">
        <w:tc>
          <w:tcPr>
            <w:tcW w:w="845" w:type="dxa"/>
            <w:vAlign w:val="center"/>
          </w:tcPr>
          <w:p w:rsidR="00C24364" w:rsidRPr="00F96619" w:rsidRDefault="00C24364" w:rsidP="001241D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9661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794" w:type="dxa"/>
          </w:tcPr>
          <w:p w:rsidR="00C24364" w:rsidRPr="00F96619" w:rsidRDefault="00C24364" w:rsidP="00C2436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96619">
              <w:rPr>
                <w:rFonts w:ascii="Corbel" w:hAnsi="Corbel"/>
                <w:b w:val="0"/>
                <w:bCs/>
                <w:sz w:val="24"/>
                <w:szCs w:val="24"/>
              </w:rPr>
              <w:t>Zaznajomienie z podstawowymi zasadami etycznymi w pracy terapeutycznej z osobami z niepełnosprawnością intelektualną.</w:t>
            </w:r>
          </w:p>
        </w:tc>
      </w:tr>
    </w:tbl>
    <w:p w:rsidR="0085747A" w:rsidRPr="00F9661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F96619" w:rsidRDefault="009F4610" w:rsidP="001241D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96619">
        <w:rPr>
          <w:rFonts w:ascii="Corbel" w:hAnsi="Corbel"/>
          <w:b/>
          <w:sz w:val="24"/>
          <w:szCs w:val="24"/>
        </w:rPr>
        <w:t xml:space="preserve">3.2 </w:t>
      </w:r>
      <w:r w:rsidR="001D7B54" w:rsidRPr="00F96619">
        <w:rPr>
          <w:rFonts w:ascii="Corbel" w:hAnsi="Corbel"/>
          <w:b/>
          <w:sz w:val="24"/>
          <w:szCs w:val="24"/>
        </w:rPr>
        <w:t xml:space="preserve">Efekty </w:t>
      </w:r>
      <w:r w:rsidR="00C05F44" w:rsidRPr="00F9661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96619">
        <w:rPr>
          <w:rFonts w:ascii="Corbel" w:hAnsi="Corbel"/>
          <w:b/>
          <w:sz w:val="24"/>
          <w:szCs w:val="24"/>
        </w:rPr>
        <w:t>dla przedmiotu</w:t>
      </w:r>
      <w:r w:rsidR="00445970" w:rsidRPr="00F9661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984"/>
      </w:tblGrid>
      <w:tr w:rsidR="0085747A" w:rsidRPr="00F96619" w:rsidTr="001241DD">
        <w:tc>
          <w:tcPr>
            <w:tcW w:w="1681" w:type="dxa"/>
            <w:vAlign w:val="center"/>
          </w:tcPr>
          <w:p w:rsidR="0085747A" w:rsidRPr="00F9661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9661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9661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F9661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4" w:type="dxa"/>
            <w:vAlign w:val="center"/>
          </w:tcPr>
          <w:p w:rsidR="0085747A" w:rsidRPr="00F9661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9661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241DD" w:rsidRPr="00F96619" w:rsidTr="001241DD">
        <w:tc>
          <w:tcPr>
            <w:tcW w:w="1681" w:type="dxa"/>
            <w:vAlign w:val="center"/>
          </w:tcPr>
          <w:p w:rsidR="001241DD" w:rsidRPr="00F96619" w:rsidRDefault="001241D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:rsidR="001241DD" w:rsidRPr="00F96619" w:rsidRDefault="001241D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984" w:type="dxa"/>
            <w:vAlign w:val="center"/>
          </w:tcPr>
          <w:p w:rsidR="001241DD" w:rsidRPr="00F96619" w:rsidRDefault="001241D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F96619" w:rsidTr="001241DD">
        <w:tc>
          <w:tcPr>
            <w:tcW w:w="1681" w:type="dxa"/>
            <w:vAlign w:val="center"/>
          </w:tcPr>
          <w:p w:rsidR="0085747A" w:rsidRPr="00F96619" w:rsidRDefault="0085747A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9661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F96619" w:rsidRDefault="008421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Scharakteryzuje problematykę</w:t>
            </w:r>
            <w:r w:rsidR="00286345"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 zachowań </w:t>
            </w:r>
            <w:r w:rsidRPr="00F96619">
              <w:rPr>
                <w:rFonts w:ascii="Corbel" w:hAnsi="Corbel"/>
                <w:b w:val="0"/>
                <w:smallCaps w:val="0"/>
                <w:szCs w:val="24"/>
              </w:rPr>
              <w:t>trudnych</w:t>
            </w:r>
            <w:r w:rsidR="00286345"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 dzieci i młodzieży z niepełnosprawnością intelektualną, metod ich terapii oraz </w:t>
            </w:r>
            <w:r w:rsidR="00A46BDA" w:rsidRPr="00F96619">
              <w:rPr>
                <w:rFonts w:ascii="Corbel" w:hAnsi="Corbel"/>
                <w:b w:val="0"/>
                <w:smallCaps w:val="0"/>
                <w:szCs w:val="24"/>
              </w:rPr>
              <w:t>proces ewaluacji</w:t>
            </w:r>
            <w:r w:rsidR="00286345" w:rsidRPr="00F9661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:rsidR="0085747A" w:rsidRPr="00F96619" w:rsidRDefault="00E25656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bCs/>
                <w:szCs w:val="24"/>
              </w:rPr>
              <w:t>PS.W5.</w:t>
            </w:r>
          </w:p>
        </w:tc>
      </w:tr>
      <w:tr w:rsidR="0085747A" w:rsidRPr="00F96619" w:rsidTr="001241DD">
        <w:tc>
          <w:tcPr>
            <w:tcW w:w="1681" w:type="dxa"/>
            <w:vAlign w:val="center"/>
          </w:tcPr>
          <w:p w:rsidR="0085747A" w:rsidRPr="00F96619" w:rsidRDefault="0085747A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F96619" w:rsidRDefault="001637E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42163" w:rsidRPr="00F96619">
              <w:rPr>
                <w:rFonts w:ascii="Corbel" w:hAnsi="Corbel"/>
                <w:b w:val="0"/>
                <w:smallCaps w:val="0"/>
                <w:szCs w:val="24"/>
              </w:rPr>
              <w:t>mówi współczesne metody diagnozy zachowań trudnych dzieci i młodzieży z uwzględnieniem aktualnych metod i narzędzi oceny.</w:t>
            </w:r>
          </w:p>
        </w:tc>
        <w:tc>
          <w:tcPr>
            <w:tcW w:w="1984" w:type="dxa"/>
            <w:vAlign w:val="center"/>
          </w:tcPr>
          <w:p w:rsidR="0085747A" w:rsidRPr="00F96619" w:rsidRDefault="00E25656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bCs/>
                <w:szCs w:val="24"/>
              </w:rPr>
              <w:t>PS.W9.</w:t>
            </w:r>
          </w:p>
        </w:tc>
      </w:tr>
      <w:tr w:rsidR="00360142" w:rsidRPr="00F96619" w:rsidTr="001241DD">
        <w:tc>
          <w:tcPr>
            <w:tcW w:w="1681" w:type="dxa"/>
            <w:vAlign w:val="center"/>
          </w:tcPr>
          <w:p w:rsidR="00360142" w:rsidRPr="00F96619" w:rsidRDefault="00360142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360142" w:rsidRPr="00F96619" w:rsidRDefault="001637ED" w:rsidP="003601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42163" w:rsidRPr="00F96619">
              <w:rPr>
                <w:rFonts w:ascii="Corbel" w:hAnsi="Corbel"/>
                <w:b w:val="0"/>
                <w:smallCaps w:val="0"/>
                <w:szCs w:val="24"/>
              </w:rPr>
              <w:t>mówi</w:t>
            </w:r>
            <w:r w:rsidR="00286345"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42163"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zagadnienie </w:t>
            </w:r>
            <w:r w:rsidR="00286345" w:rsidRPr="00F96619">
              <w:rPr>
                <w:rFonts w:ascii="Corbel" w:hAnsi="Corbel"/>
                <w:b w:val="0"/>
                <w:smallCaps w:val="0"/>
                <w:szCs w:val="24"/>
              </w:rPr>
              <w:t>wpływ</w:t>
            </w:r>
            <w:r w:rsidR="00842163" w:rsidRPr="00F9661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286345"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 czynników środowiskowych, biomedycznych na zachowanie dzieci i młodzieży z niepełnosprawnością intelektualną, </w:t>
            </w:r>
            <w:r w:rsidR="00842163" w:rsidRPr="00F96619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286345" w:rsidRPr="00F96619">
              <w:rPr>
                <w:rFonts w:ascii="Corbel" w:hAnsi="Corbel"/>
                <w:b w:val="0"/>
                <w:smallCaps w:val="0"/>
                <w:szCs w:val="24"/>
              </w:rPr>
              <w:t>charakteryzuje zależności pomiędzy zachowaniem a reakcjami otoczenia na zachowanie.</w:t>
            </w:r>
          </w:p>
        </w:tc>
        <w:tc>
          <w:tcPr>
            <w:tcW w:w="1984" w:type="dxa"/>
            <w:vAlign w:val="center"/>
          </w:tcPr>
          <w:p w:rsidR="00360142" w:rsidRPr="00F96619" w:rsidRDefault="00360142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bCs/>
                <w:szCs w:val="24"/>
              </w:rPr>
              <w:t>PS.W11.</w:t>
            </w:r>
          </w:p>
        </w:tc>
      </w:tr>
      <w:tr w:rsidR="00360142" w:rsidRPr="00F96619" w:rsidTr="001241DD">
        <w:tc>
          <w:tcPr>
            <w:tcW w:w="1681" w:type="dxa"/>
            <w:vAlign w:val="center"/>
          </w:tcPr>
          <w:p w:rsidR="00360142" w:rsidRPr="00F96619" w:rsidRDefault="00360142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360142" w:rsidRPr="00F96619" w:rsidRDefault="001637ED" w:rsidP="002863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 w:rsidR="007D5512" w:rsidRPr="00F96619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 w:rsidR="00E178AB" w:rsidRPr="00F96619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7D5512"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 sytuacje wychowawcze w kontekście występowania zachowań trudnych dzieci i młodzieży z niepełnosprawnością intelektualną wykorzystując różne metody zbierania danych.</w:t>
            </w:r>
          </w:p>
        </w:tc>
        <w:tc>
          <w:tcPr>
            <w:tcW w:w="1984" w:type="dxa"/>
            <w:vAlign w:val="center"/>
          </w:tcPr>
          <w:p w:rsidR="00360142" w:rsidRPr="00F96619" w:rsidRDefault="00360142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96619">
              <w:rPr>
                <w:rFonts w:ascii="Corbel" w:hAnsi="Corbel"/>
                <w:b w:val="0"/>
                <w:bCs/>
                <w:szCs w:val="24"/>
              </w:rPr>
              <w:t>PS.U4.</w:t>
            </w:r>
          </w:p>
        </w:tc>
      </w:tr>
      <w:tr w:rsidR="00360142" w:rsidRPr="00F96619" w:rsidTr="001241DD">
        <w:tc>
          <w:tcPr>
            <w:tcW w:w="1681" w:type="dxa"/>
            <w:vAlign w:val="center"/>
          </w:tcPr>
          <w:p w:rsidR="00360142" w:rsidRPr="00F96619" w:rsidRDefault="00360142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360142" w:rsidRPr="00F96619" w:rsidRDefault="001637ED" w:rsidP="003601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Zap</w:t>
            </w:r>
            <w:r w:rsidR="00853E55"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rojektuje działania proaktywne, </w:t>
            </w:r>
            <w:r w:rsidR="007D5512" w:rsidRPr="00F96619">
              <w:rPr>
                <w:rFonts w:ascii="Corbel" w:hAnsi="Corbel"/>
                <w:b w:val="0"/>
                <w:smallCaps w:val="0"/>
                <w:szCs w:val="24"/>
              </w:rPr>
              <w:t>organiz</w:t>
            </w:r>
            <w:r w:rsidR="00853E55"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uje </w:t>
            </w:r>
            <w:r w:rsidR="007D5512"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środowisko ucznia się w sposób sprzyjający </w:t>
            </w:r>
            <w:r w:rsidR="00853E55" w:rsidRPr="00F96619">
              <w:rPr>
                <w:rFonts w:ascii="Corbel" w:hAnsi="Corbel"/>
                <w:b w:val="0"/>
                <w:smallCaps w:val="0"/>
                <w:szCs w:val="24"/>
              </w:rPr>
              <w:t>zaspokajaniu specjalnych potrzeb edukacyjnych uczniów z niepełnosprawnością intelektualną.</w:t>
            </w:r>
          </w:p>
        </w:tc>
        <w:tc>
          <w:tcPr>
            <w:tcW w:w="1984" w:type="dxa"/>
            <w:vAlign w:val="center"/>
          </w:tcPr>
          <w:p w:rsidR="00360142" w:rsidRPr="00F96619" w:rsidRDefault="00360142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96619">
              <w:rPr>
                <w:rFonts w:ascii="Corbel" w:hAnsi="Corbel"/>
                <w:b w:val="0"/>
                <w:bCs/>
                <w:szCs w:val="24"/>
              </w:rPr>
              <w:t>PS.U5.</w:t>
            </w:r>
          </w:p>
        </w:tc>
      </w:tr>
      <w:tr w:rsidR="00360142" w:rsidRPr="00F96619" w:rsidTr="001241DD">
        <w:tc>
          <w:tcPr>
            <w:tcW w:w="1681" w:type="dxa"/>
            <w:vAlign w:val="center"/>
          </w:tcPr>
          <w:p w:rsidR="00360142" w:rsidRPr="00F96619" w:rsidRDefault="00360142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360142" w:rsidRPr="00F96619" w:rsidRDefault="001637ED" w:rsidP="003601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D5512" w:rsidRPr="00F96619">
              <w:rPr>
                <w:rFonts w:ascii="Corbel" w:hAnsi="Corbel"/>
                <w:b w:val="0"/>
                <w:smallCaps w:val="0"/>
                <w:szCs w:val="24"/>
              </w:rPr>
              <w:t>aprojekt</w:t>
            </w:r>
            <w:r w:rsidR="00A46BDA" w:rsidRPr="00F96619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7D5512"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 działania</w:t>
            </w:r>
            <w:r w:rsidR="00853E55"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 diagnostyczne i</w:t>
            </w:r>
            <w:r w:rsidR="007D5512"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 terapeutyczne mające na celu modyfikację zachowań trudnych, oraz dokona ich ewaluacji.</w:t>
            </w:r>
          </w:p>
        </w:tc>
        <w:tc>
          <w:tcPr>
            <w:tcW w:w="1984" w:type="dxa"/>
            <w:vAlign w:val="center"/>
          </w:tcPr>
          <w:p w:rsidR="00360142" w:rsidRPr="00F96619" w:rsidRDefault="00360142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96619">
              <w:rPr>
                <w:rFonts w:ascii="Corbel" w:hAnsi="Corbel"/>
                <w:b w:val="0"/>
                <w:bCs/>
                <w:szCs w:val="24"/>
              </w:rPr>
              <w:t>PS.U6.</w:t>
            </w:r>
          </w:p>
        </w:tc>
      </w:tr>
      <w:tr w:rsidR="00360142" w:rsidRPr="00F96619" w:rsidTr="001241DD">
        <w:tc>
          <w:tcPr>
            <w:tcW w:w="1681" w:type="dxa"/>
            <w:vAlign w:val="center"/>
          </w:tcPr>
          <w:p w:rsidR="00360142" w:rsidRPr="00F96619" w:rsidRDefault="00360142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="00360142" w:rsidRPr="00F96619" w:rsidRDefault="00853E55" w:rsidP="003601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Scharakteryzuje proces </w:t>
            </w:r>
            <w:r w:rsidR="001D17A2"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budowania </w:t>
            </w:r>
            <w:r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zespołu terapeutycznego, oraz włączenia rodziny i opiekunów w program oddziaływań terapeutycznych. </w:t>
            </w:r>
          </w:p>
        </w:tc>
        <w:tc>
          <w:tcPr>
            <w:tcW w:w="1984" w:type="dxa"/>
            <w:vAlign w:val="center"/>
          </w:tcPr>
          <w:p w:rsidR="00360142" w:rsidRPr="00F96619" w:rsidRDefault="00360142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96619">
              <w:rPr>
                <w:rFonts w:ascii="Corbel" w:hAnsi="Corbel"/>
                <w:b w:val="0"/>
                <w:bCs/>
                <w:szCs w:val="24"/>
              </w:rPr>
              <w:t>PS.K2.</w:t>
            </w:r>
          </w:p>
        </w:tc>
      </w:tr>
      <w:tr w:rsidR="00360142" w:rsidRPr="00F96619" w:rsidTr="001241DD">
        <w:tc>
          <w:tcPr>
            <w:tcW w:w="1681" w:type="dxa"/>
            <w:vAlign w:val="center"/>
          </w:tcPr>
          <w:p w:rsidR="00360142" w:rsidRPr="00F96619" w:rsidRDefault="00360142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:rsidR="00360142" w:rsidRPr="00F96619" w:rsidRDefault="001637ED" w:rsidP="003601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46BDA" w:rsidRPr="00F96619">
              <w:rPr>
                <w:rFonts w:ascii="Corbel" w:hAnsi="Corbel"/>
                <w:b w:val="0"/>
                <w:smallCaps w:val="0"/>
                <w:szCs w:val="24"/>
              </w:rPr>
              <w:t>omunikuje się i porozumiewa z zespołem specjalistów w planowaniu i realizowaniu interwencji terapeutycznych. Stosuje się do norm moralnych i etycznych.</w:t>
            </w:r>
          </w:p>
        </w:tc>
        <w:tc>
          <w:tcPr>
            <w:tcW w:w="1984" w:type="dxa"/>
            <w:vAlign w:val="center"/>
          </w:tcPr>
          <w:p w:rsidR="00360142" w:rsidRPr="00F96619" w:rsidRDefault="00360142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96619">
              <w:rPr>
                <w:rFonts w:ascii="Corbel" w:hAnsi="Corbel"/>
                <w:b w:val="0"/>
                <w:bCs/>
                <w:szCs w:val="24"/>
              </w:rPr>
              <w:t>PS.K3.</w:t>
            </w:r>
          </w:p>
          <w:p w:rsidR="00A46BDA" w:rsidRPr="00F96619" w:rsidRDefault="00A46BDA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EB56B2" w:rsidRPr="00F96619" w:rsidTr="001241DD">
        <w:tc>
          <w:tcPr>
            <w:tcW w:w="1681" w:type="dxa"/>
            <w:vAlign w:val="center"/>
          </w:tcPr>
          <w:p w:rsidR="00EB56B2" w:rsidRPr="00F96619" w:rsidRDefault="00DC68AB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:rsidR="00EB56B2" w:rsidRPr="00F96619" w:rsidRDefault="00DC68AB" w:rsidP="003601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Scharakteryzuje sposoby dialogowego rozwiązywania konfliktów oraz stosowania strategii proaktywnych w celu tworzenia dobrej atmosfery w środowisku szkolnym i pozaszkolnym.</w:t>
            </w:r>
          </w:p>
        </w:tc>
        <w:tc>
          <w:tcPr>
            <w:tcW w:w="1984" w:type="dxa"/>
            <w:vAlign w:val="center"/>
          </w:tcPr>
          <w:p w:rsidR="00EB56B2" w:rsidRPr="00F96619" w:rsidRDefault="00EB56B2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96619">
              <w:rPr>
                <w:rFonts w:ascii="Corbel" w:hAnsi="Corbel"/>
                <w:b w:val="0"/>
                <w:bCs/>
                <w:szCs w:val="24"/>
              </w:rPr>
              <w:t>PS.K4</w:t>
            </w:r>
          </w:p>
        </w:tc>
      </w:tr>
    </w:tbl>
    <w:p w:rsidR="0085747A" w:rsidRPr="00F9661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241DD" w:rsidRPr="00F9661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F96619">
        <w:rPr>
          <w:rFonts w:ascii="Corbel" w:hAnsi="Corbel"/>
          <w:b/>
          <w:sz w:val="24"/>
          <w:szCs w:val="24"/>
        </w:rPr>
        <w:t>3.3</w:t>
      </w:r>
      <w:r w:rsidR="001D7B54" w:rsidRPr="00F96619">
        <w:rPr>
          <w:rFonts w:ascii="Corbel" w:hAnsi="Corbel"/>
          <w:b/>
          <w:sz w:val="24"/>
          <w:szCs w:val="24"/>
        </w:rPr>
        <w:t xml:space="preserve"> </w:t>
      </w:r>
      <w:r w:rsidR="0085747A" w:rsidRPr="00F96619">
        <w:rPr>
          <w:rFonts w:ascii="Corbel" w:hAnsi="Corbel"/>
          <w:b/>
          <w:sz w:val="24"/>
          <w:szCs w:val="24"/>
        </w:rPr>
        <w:t>T</w:t>
      </w:r>
      <w:r w:rsidR="001D7B54" w:rsidRPr="00F9661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96619">
        <w:rPr>
          <w:rFonts w:ascii="Corbel" w:hAnsi="Corbel"/>
          <w:sz w:val="24"/>
          <w:szCs w:val="24"/>
        </w:rPr>
        <w:t xml:space="preserve"> </w:t>
      </w:r>
    </w:p>
    <w:p w:rsidR="001241DD" w:rsidRPr="00F96619" w:rsidRDefault="0085747A" w:rsidP="008F248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96619">
        <w:rPr>
          <w:rFonts w:ascii="Corbel" w:hAnsi="Corbel"/>
          <w:sz w:val="24"/>
          <w:szCs w:val="24"/>
        </w:rPr>
        <w:t xml:space="preserve">Problematyka wykładu </w:t>
      </w:r>
      <w:r w:rsidR="008F2486" w:rsidRPr="00F96619">
        <w:rPr>
          <w:rFonts w:ascii="Corbel" w:hAnsi="Corbel"/>
          <w:sz w:val="24"/>
          <w:szCs w:val="24"/>
        </w:rPr>
        <w:t xml:space="preserve">- </w:t>
      </w:r>
      <w:r w:rsidR="001241DD" w:rsidRPr="00F96619">
        <w:rPr>
          <w:rFonts w:ascii="Corbel" w:hAnsi="Corbel"/>
          <w:sz w:val="24"/>
          <w:szCs w:val="24"/>
        </w:rPr>
        <w:t>nie dotyczy</w:t>
      </w:r>
    </w:p>
    <w:p w:rsidR="001241DD" w:rsidRPr="00F96619" w:rsidRDefault="001241DD" w:rsidP="001241D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96619">
        <w:rPr>
          <w:rFonts w:ascii="Corbel" w:hAnsi="Corbel"/>
          <w:sz w:val="24"/>
          <w:szCs w:val="24"/>
        </w:rPr>
        <w:t>Problematyka 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F96619" w:rsidTr="002D64DB">
        <w:tc>
          <w:tcPr>
            <w:tcW w:w="9639" w:type="dxa"/>
          </w:tcPr>
          <w:p w:rsidR="0085747A" w:rsidRPr="00F9661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  <w:r w:rsidR="001241DD" w:rsidRPr="00F96619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F96619" w:rsidTr="002D64DB">
        <w:tc>
          <w:tcPr>
            <w:tcW w:w="9639" w:type="dxa"/>
          </w:tcPr>
          <w:p w:rsidR="0085747A" w:rsidRPr="00F96619" w:rsidRDefault="007D55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Wprowadzenie w problematykę zachowań trudnych – wyjaśnienie podstawowych terminów</w:t>
            </w:r>
            <w:r w:rsidR="00893027" w:rsidRPr="00F9661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241DD" w:rsidRPr="00F96619" w:rsidTr="002D64DB">
        <w:tc>
          <w:tcPr>
            <w:tcW w:w="9639" w:type="dxa"/>
          </w:tcPr>
          <w:p w:rsidR="001241DD" w:rsidRPr="00F96619" w:rsidRDefault="001241D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Kryteria oceny zachowań trudnych. Definiowanie zachowań trudnych.</w:t>
            </w:r>
          </w:p>
        </w:tc>
      </w:tr>
      <w:tr w:rsidR="00893027" w:rsidRPr="00F96619" w:rsidTr="002D64DB">
        <w:tc>
          <w:tcPr>
            <w:tcW w:w="9639" w:type="dxa"/>
          </w:tcPr>
          <w:p w:rsidR="00893027" w:rsidRPr="00F96619" w:rsidRDefault="00893027" w:rsidP="008930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Prawne i organizacyjne podstawy modyfikacji zachowań trudnych.</w:t>
            </w:r>
          </w:p>
        </w:tc>
      </w:tr>
      <w:tr w:rsidR="001241DD" w:rsidRPr="00F96619" w:rsidTr="002D64DB">
        <w:tc>
          <w:tcPr>
            <w:tcW w:w="9639" w:type="dxa"/>
          </w:tcPr>
          <w:p w:rsidR="001241DD" w:rsidRPr="00F96619" w:rsidRDefault="001241DD" w:rsidP="008930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Rodzaje zachowań trudnych u osób z niepełnosprawnością.</w:t>
            </w:r>
          </w:p>
        </w:tc>
      </w:tr>
      <w:tr w:rsidR="00893027" w:rsidRPr="00F96619" w:rsidTr="002D64DB">
        <w:tc>
          <w:tcPr>
            <w:tcW w:w="9639" w:type="dxa"/>
          </w:tcPr>
          <w:p w:rsidR="00893027" w:rsidRPr="00F96619" w:rsidRDefault="00893027" w:rsidP="008930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Zachowania trudne u osób z niepełnosprawnością intelektualną – charakterystyka.</w:t>
            </w:r>
          </w:p>
        </w:tc>
      </w:tr>
      <w:tr w:rsidR="00893027" w:rsidRPr="00F96619" w:rsidTr="002D64DB">
        <w:tc>
          <w:tcPr>
            <w:tcW w:w="9639" w:type="dxa"/>
          </w:tcPr>
          <w:p w:rsidR="00893027" w:rsidRPr="00F96619" w:rsidRDefault="00893027" w:rsidP="0089302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Kontekst środowiskowych zachowań trudnych.</w:t>
            </w:r>
          </w:p>
        </w:tc>
      </w:tr>
      <w:tr w:rsidR="00893027" w:rsidRPr="00F96619" w:rsidTr="002D64DB">
        <w:tc>
          <w:tcPr>
            <w:tcW w:w="9639" w:type="dxa"/>
          </w:tcPr>
          <w:p w:rsidR="00893027" w:rsidRPr="00F96619" w:rsidRDefault="00893027" w:rsidP="0089302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Kontekst osobisty zachowań trudnych.</w:t>
            </w:r>
          </w:p>
        </w:tc>
      </w:tr>
      <w:tr w:rsidR="00893027" w:rsidRPr="00F96619" w:rsidTr="002D64DB">
        <w:tc>
          <w:tcPr>
            <w:tcW w:w="9639" w:type="dxa"/>
          </w:tcPr>
          <w:p w:rsidR="00893027" w:rsidRPr="00F96619" w:rsidRDefault="00893027" w:rsidP="0089302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Podstawy teoretyczne analizy funkcjonalnej zachowań trudnych.</w:t>
            </w:r>
          </w:p>
        </w:tc>
      </w:tr>
      <w:tr w:rsidR="00893027" w:rsidRPr="00F96619" w:rsidTr="002D64DB">
        <w:tc>
          <w:tcPr>
            <w:tcW w:w="9639" w:type="dxa"/>
          </w:tcPr>
          <w:p w:rsidR="00893027" w:rsidRPr="00F96619" w:rsidRDefault="00893027" w:rsidP="0089302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Rola pracy zespołowej w modyfikacji zachowań trudnych u osób z niepełnosprawnością intelektualną. Tworzenie zespołu wdrażającego interwencję.</w:t>
            </w:r>
          </w:p>
        </w:tc>
      </w:tr>
      <w:tr w:rsidR="00893027" w:rsidRPr="00F96619" w:rsidTr="002D64DB">
        <w:tc>
          <w:tcPr>
            <w:tcW w:w="9639" w:type="dxa"/>
          </w:tcPr>
          <w:p w:rsidR="00893027" w:rsidRPr="00F96619" w:rsidRDefault="00893027" w:rsidP="0089302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Współpraca specjalistów z rodzicami jako warunek efektywnej modyfikacji zachowań trudnych dzieci z niepełnosprawnością intelektualną.</w:t>
            </w:r>
          </w:p>
        </w:tc>
      </w:tr>
      <w:tr w:rsidR="00893027" w:rsidRPr="00F96619" w:rsidTr="002D64DB">
        <w:tc>
          <w:tcPr>
            <w:tcW w:w="9639" w:type="dxa"/>
          </w:tcPr>
          <w:p w:rsidR="00893027" w:rsidRPr="00F96619" w:rsidRDefault="00893027" w:rsidP="0089302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Metody niedyrektywne w pracy z zachowaniami trudnymi osób z niepełnosprawnością intelektualną</w:t>
            </w:r>
            <w:r w:rsidR="00E178AB" w:rsidRPr="00F9661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241DD" w:rsidRPr="00F96619" w:rsidTr="002D64DB">
        <w:tc>
          <w:tcPr>
            <w:tcW w:w="9639" w:type="dxa"/>
          </w:tcPr>
          <w:p w:rsidR="001241DD" w:rsidRPr="00F96619" w:rsidRDefault="001241DD" w:rsidP="00763E9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Uwarunkowania zachowań trudnych – analiza indywidualnych przypadków.</w:t>
            </w:r>
          </w:p>
        </w:tc>
      </w:tr>
      <w:tr w:rsidR="001241DD" w:rsidRPr="00F96619" w:rsidTr="002D64DB">
        <w:tc>
          <w:tcPr>
            <w:tcW w:w="9639" w:type="dxa"/>
          </w:tcPr>
          <w:p w:rsidR="001241DD" w:rsidRPr="00F96619" w:rsidRDefault="001241DD" w:rsidP="00763E9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Analiza funkcjonalna zachowań trudnych. Metody oceny bezpośredniej i pośredniej. Narzędzia diagnostyczne.</w:t>
            </w:r>
          </w:p>
        </w:tc>
      </w:tr>
      <w:tr w:rsidR="001241DD" w:rsidRPr="00F96619" w:rsidTr="002D64DB">
        <w:tc>
          <w:tcPr>
            <w:tcW w:w="9639" w:type="dxa"/>
          </w:tcPr>
          <w:p w:rsidR="001241DD" w:rsidRPr="00F96619" w:rsidRDefault="001241DD" w:rsidP="00763E9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Strategie interwencji terapeutycznych.</w:t>
            </w:r>
          </w:p>
        </w:tc>
      </w:tr>
      <w:tr w:rsidR="001241DD" w:rsidRPr="00F96619" w:rsidTr="002D64DB">
        <w:tc>
          <w:tcPr>
            <w:tcW w:w="9639" w:type="dxa"/>
          </w:tcPr>
          <w:p w:rsidR="001241DD" w:rsidRPr="00F96619" w:rsidRDefault="001241DD" w:rsidP="00763E9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 xml:space="preserve">Procedury redukcji zachowań trudnych. </w:t>
            </w:r>
          </w:p>
        </w:tc>
      </w:tr>
      <w:tr w:rsidR="001241DD" w:rsidRPr="00F96619" w:rsidTr="002D64DB">
        <w:tc>
          <w:tcPr>
            <w:tcW w:w="9639" w:type="dxa"/>
          </w:tcPr>
          <w:p w:rsidR="001241DD" w:rsidRPr="00F96619" w:rsidRDefault="001241DD" w:rsidP="00763E9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Zasady etyczne w pracy z osobami przejawiającymi zachowania trudne.</w:t>
            </w:r>
          </w:p>
        </w:tc>
      </w:tr>
      <w:tr w:rsidR="001241DD" w:rsidRPr="00F96619" w:rsidTr="002D64DB">
        <w:tc>
          <w:tcPr>
            <w:tcW w:w="9639" w:type="dxa"/>
          </w:tcPr>
          <w:p w:rsidR="001241DD" w:rsidRPr="00F96619" w:rsidRDefault="001241DD" w:rsidP="00763E9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 xml:space="preserve">Profilaktyka </w:t>
            </w:r>
            <w:proofErr w:type="spellStart"/>
            <w:r w:rsidRPr="00F96619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F96619">
              <w:rPr>
                <w:rFonts w:ascii="Corbel" w:hAnsi="Corbel"/>
                <w:sz w:val="24"/>
                <w:szCs w:val="24"/>
              </w:rPr>
              <w:t xml:space="preserve"> trudnych – </w:t>
            </w:r>
            <w:proofErr w:type="spellStart"/>
            <w:r w:rsidRPr="00F96619">
              <w:rPr>
                <w:rFonts w:ascii="Corbel" w:hAnsi="Corbel"/>
                <w:sz w:val="24"/>
                <w:szCs w:val="24"/>
              </w:rPr>
              <w:t>positive</w:t>
            </w:r>
            <w:proofErr w:type="spellEnd"/>
            <w:r w:rsidRPr="00F96619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96619">
              <w:rPr>
                <w:rFonts w:ascii="Corbel" w:hAnsi="Corbel"/>
                <w:sz w:val="24"/>
                <w:szCs w:val="24"/>
              </w:rPr>
              <w:t>behavior</w:t>
            </w:r>
            <w:proofErr w:type="spellEnd"/>
            <w:r w:rsidRPr="00F96619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96619">
              <w:rPr>
                <w:rFonts w:ascii="Corbel" w:hAnsi="Corbel"/>
                <w:sz w:val="24"/>
                <w:szCs w:val="24"/>
              </w:rPr>
              <w:t>support</w:t>
            </w:r>
            <w:proofErr w:type="spellEnd"/>
            <w:r w:rsidRPr="00F9661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241DD" w:rsidRPr="00F96619" w:rsidTr="002D64DB">
        <w:tc>
          <w:tcPr>
            <w:tcW w:w="9639" w:type="dxa"/>
          </w:tcPr>
          <w:p w:rsidR="001241DD" w:rsidRPr="00F96619" w:rsidRDefault="001241DD" w:rsidP="00763E9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Analiza zachowań trudnych - opisy przypadków – ćwiczenia praktyczne.</w:t>
            </w:r>
          </w:p>
        </w:tc>
      </w:tr>
      <w:tr w:rsidR="001241DD" w:rsidRPr="00F96619" w:rsidTr="002D64DB">
        <w:tc>
          <w:tcPr>
            <w:tcW w:w="9639" w:type="dxa"/>
          </w:tcPr>
          <w:p w:rsidR="001241DD" w:rsidRPr="00F96619" w:rsidRDefault="001241DD" w:rsidP="00763E9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Zachowania agresywne i autoagresywne osób z niepełnosprawnością intelektualną.</w:t>
            </w:r>
          </w:p>
        </w:tc>
      </w:tr>
      <w:tr w:rsidR="001241DD" w:rsidRPr="00F96619" w:rsidTr="002D64DB">
        <w:tc>
          <w:tcPr>
            <w:tcW w:w="9639" w:type="dxa"/>
          </w:tcPr>
          <w:p w:rsidR="001241DD" w:rsidRPr="00F96619" w:rsidRDefault="001241DD" w:rsidP="00763E9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Rola pracy zespołowej w modyfikacji zachowań trudnych u osób z niepełnosprawnością intelektualną.</w:t>
            </w:r>
          </w:p>
        </w:tc>
      </w:tr>
      <w:tr w:rsidR="001241DD" w:rsidRPr="00F96619" w:rsidTr="002D64DB">
        <w:tc>
          <w:tcPr>
            <w:tcW w:w="9639" w:type="dxa"/>
          </w:tcPr>
          <w:p w:rsidR="001241DD" w:rsidRPr="00F96619" w:rsidRDefault="001241DD" w:rsidP="00763E9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Opracowywanie procedur terapeutycznych i tworzenie planu oddziaływań.</w:t>
            </w:r>
          </w:p>
        </w:tc>
      </w:tr>
      <w:tr w:rsidR="001241DD" w:rsidRPr="00F96619" w:rsidTr="002D64DB">
        <w:tc>
          <w:tcPr>
            <w:tcW w:w="9639" w:type="dxa"/>
          </w:tcPr>
          <w:p w:rsidR="001241DD" w:rsidRPr="00F96619" w:rsidRDefault="001241DD" w:rsidP="00763E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Dokumentowanie przebiegu pracy terapeutycznej, ewaluacja.</w:t>
            </w:r>
          </w:p>
        </w:tc>
      </w:tr>
      <w:tr w:rsidR="001241DD" w:rsidRPr="00F96619" w:rsidTr="002D64DB">
        <w:tc>
          <w:tcPr>
            <w:tcW w:w="9639" w:type="dxa"/>
          </w:tcPr>
          <w:p w:rsidR="001241DD" w:rsidRPr="00F96619" w:rsidRDefault="001241DD" w:rsidP="00763E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Modyfikowanie zachowań trudnych w klasie szkolnej. Techniki kierowania klasą.</w:t>
            </w:r>
          </w:p>
        </w:tc>
      </w:tr>
    </w:tbl>
    <w:p w:rsidR="00DC68AB" w:rsidRPr="00F96619" w:rsidRDefault="00DC68A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9661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96619">
        <w:rPr>
          <w:rFonts w:ascii="Corbel" w:hAnsi="Corbel"/>
          <w:smallCaps w:val="0"/>
          <w:szCs w:val="24"/>
        </w:rPr>
        <w:t>3.4 Metody dydaktyczne</w:t>
      </w:r>
      <w:r w:rsidRPr="00F96619">
        <w:rPr>
          <w:rFonts w:ascii="Corbel" w:hAnsi="Corbel"/>
          <w:b w:val="0"/>
          <w:smallCaps w:val="0"/>
          <w:szCs w:val="24"/>
        </w:rPr>
        <w:t xml:space="preserve"> </w:t>
      </w:r>
    </w:p>
    <w:p w:rsidR="006305E3" w:rsidRPr="00F96619" w:rsidRDefault="006305E3" w:rsidP="001241DD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F96619">
        <w:rPr>
          <w:rFonts w:ascii="Corbel" w:hAnsi="Corbel"/>
          <w:b w:val="0"/>
          <w:smallCaps w:val="0"/>
          <w:szCs w:val="24"/>
        </w:rPr>
        <w:t xml:space="preserve">praca w grupach, analiza materiałów filmowych z dyskusją, </w:t>
      </w:r>
      <w:r w:rsidR="001241DD" w:rsidRPr="00F96619">
        <w:rPr>
          <w:rFonts w:ascii="Corbel" w:hAnsi="Corbel"/>
          <w:b w:val="0"/>
          <w:smallCaps w:val="0"/>
          <w:szCs w:val="24"/>
        </w:rPr>
        <w:t>metoda projektów</w:t>
      </w:r>
    </w:p>
    <w:p w:rsidR="00E960BB" w:rsidRPr="00F9661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9661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96619">
        <w:rPr>
          <w:rFonts w:ascii="Corbel" w:hAnsi="Corbel"/>
          <w:smallCaps w:val="0"/>
          <w:szCs w:val="24"/>
        </w:rPr>
        <w:t xml:space="preserve">4. </w:t>
      </w:r>
      <w:r w:rsidR="0085747A" w:rsidRPr="00F96619">
        <w:rPr>
          <w:rFonts w:ascii="Corbel" w:hAnsi="Corbel"/>
          <w:smallCaps w:val="0"/>
          <w:szCs w:val="24"/>
        </w:rPr>
        <w:t>METODY I KRYTERIA OCENY</w:t>
      </w:r>
      <w:r w:rsidR="009F4610" w:rsidRPr="00F96619">
        <w:rPr>
          <w:rFonts w:ascii="Corbel" w:hAnsi="Corbel"/>
          <w:smallCaps w:val="0"/>
          <w:szCs w:val="24"/>
        </w:rPr>
        <w:t xml:space="preserve"> </w:t>
      </w:r>
    </w:p>
    <w:p w:rsidR="00923D7D" w:rsidRPr="00F9661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96619" w:rsidRDefault="0085747A" w:rsidP="001241D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9661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96619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236"/>
      </w:tblGrid>
      <w:tr w:rsidR="0085747A" w:rsidRPr="00F96619" w:rsidTr="002D64DB">
        <w:tc>
          <w:tcPr>
            <w:tcW w:w="1962" w:type="dxa"/>
            <w:vAlign w:val="center"/>
          </w:tcPr>
          <w:p w:rsidR="0085747A" w:rsidRPr="00F9661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F9661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F9661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966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36" w:type="dxa"/>
            <w:vAlign w:val="center"/>
          </w:tcPr>
          <w:p w:rsidR="0085747A" w:rsidRPr="00F96619" w:rsidRDefault="0085747A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241DD" w:rsidRPr="00F96619" w:rsidTr="002D64DB">
        <w:tc>
          <w:tcPr>
            <w:tcW w:w="1962" w:type="dxa"/>
          </w:tcPr>
          <w:p w:rsidR="001241DD" w:rsidRPr="00F96619" w:rsidRDefault="001241DD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F9661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96619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:rsidR="001241DD" w:rsidRPr="00F96619" w:rsidRDefault="001241DD" w:rsidP="001D17A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236" w:type="dxa"/>
          </w:tcPr>
          <w:p w:rsidR="001241DD" w:rsidRPr="00F96619" w:rsidRDefault="001241DD" w:rsidP="00763E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9661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241DD" w:rsidRPr="00F96619" w:rsidTr="002D64DB">
        <w:tc>
          <w:tcPr>
            <w:tcW w:w="1962" w:type="dxa"/>
          </w:tcPr>
          <w:p w:rsidR="001241DD" w:rsidRPr="00F96619" w:rsidRDefault="001241DD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:rsidR="001241DD" w:rsidRPr="00F96619" w:rsidRDefault="001241DD" w:rsidP="001D17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236" w:type="dxa"/>
          </w:tcPr>
          <w:p w:rsidR="001241DD" w:rsidRPr="00F96619" w:rsidRDefault="001241DD" w:rsidP="00763E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9661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241DD" w:rsidRPr="00F96619" w:rsidTr="002D64DB">
        <w:tc>
          <w:tcPr>
            <w:tcW w:w="1962" w:type="dxa"/>
          </w:tcPr>
          <w:p w:rsidR="001241DD" w:rsidRPr="00F96619" w:rsidRDefault="001241DD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1241DD" w:rsidRPr="00F96619" w:rsidRDefault="001241DD" w:rsidP="001D17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236" w:type="dxa"/>
          </w:tcPr>
          <w:p w:rsidR="001241DD" w:rsidRPr="00F96619" w:rsidRDefault="001241DD" w:rsidP="00763E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9661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241DD" w:rsidRPr="00F96619" w:rsidTr="002D64DB">
        <w:tc>
          <w:tcPr>
            <w:tcW w:w="1962" w:type="dxa"/>
          </w:tcPr>
          <w:p w:rsidR="001241DD" w:rsidRPr="00F96619" w:rsidRDefault="001241DD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1241DD" w:rsidRPr="00F96619" w:rsidRDefault="001241DD" w:rsidP="001D17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236" w:type="dxa"/>
          </w:tcPr>
          <w:p w:rsidR="001241DD" w:rsidRPr="00F96619" w:rsidRDefault="001241DD" w:rsidP="00763E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9661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241DD" w:rsidRPr="00F96619" w:rsidTr="002D64DB">
        <w:tc>
          <w:tcPr>
            <w:tcW w:w="1962" w:type="dxa"/>
          </w:tcPr>
          <w:p w:rsidR="001241DD" w:rsidRPr="00F96619" w:rsidRDefault="001241DD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1241DD" w:rsidRPr="00F96619" w:rsidRDefault="001241DD" w:rsidP="001D17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236" w:type="dxa"/>
          </w:tcPr>
          <w:p w:rsidR="001241DD" w:rsidRPr="00F96619" w:rsidRDefault="001241DD" w:rsidP="00763E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9661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241DD" w:rsidRPr="00F96619" w:rsidTr="002D64DB">
        <w:tc>
          <w:tcPr>
            <w:tcW w:w="1962" w:type="dxa"/>
          </w:tcPr>
          <w:p w:rsidR="001241DD" w:rsidRPr="00F96619" w:rsidRDefault="001241DD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1241DD" w:rsidRPr="00F96619" w:rsidRDefault="001241DD" w:rsidP="001D17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236" w:type="dxa"/>
          </w:tcPr>
          <w:p w:rsidR="001241DD" w:rsidRPr="00F96619" w:rsidRDefault="001241DD" w:rsidP="00763E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9661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241DD" w:rsidRPr="00F96619" w:rsidTr="002D64DB">
        <w:tc>
          <w:tcPr>
            <w:tcW w:w="1962" w:type="dxa"/>
          </w:tcPr>
          <w:p w:rsidR="001241DD" w:rsidRPr="00F96619" w:rsidRDefault="001241DD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441" w:type="dxa"/>
          </w:tcPr>
          <w:p w:rsidR="001241DD" w:rsidRPr="00F96619" w:rsidRDefault="001241DD" w:rsidP="001A02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236" w:type="dxa"/>
          </w:tcPr>
          <w:p w:rsidR="001241DD" w:rsidRPr="00F96619" w:rsidRDefault="001241DD" w:rsidP="00763E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9661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241DD" w:rsidRPr="00F96619" w:rsidTr="002D64DB">
        <w:tc>
          <w:tcPr>
            <w:tcW w:w="1962" w:type="dxa"/>
          </w:tcPr>
          <w:p w:rsidR="001241DD" w:rsidRPr="00F96619" w:rsidRDefault="001241DD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:rsidR="001241DD" w:rsidRPr="00F96619" w:rsidRDefault="001241DD" w:rsidP="001A02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6619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236" w:type="dxa"/>
          </w:tcPr>
          <w:p w:rsidR="001241DD" w:rsidRPr="00F96619" w:rsidRDefault="001241DD" w:rsidP="00763E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9661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241DD" w:rsidRPr="00F96619" w:rsidTr="002D64DB">
        <w:tc>
          <w:tcPr>
            <w:tcW w:w="1962" w:type="dxa"/>
          </w:tcPr>
          <w:p w:rsidR="001241DD" w:rsidRPr="00F96619" w:rsidRDefault="001241DD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:rsidR="001241DD" w:rsidRPr="00F96619" w:rsidRDefault="001241DD" w:rsidP="001A02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6619">
              <w:rPr>
                <w:rFonts w:ascii="Corbel" w:hAnsi="Corbel"/>
                <w:b w:val="0"/>
                <w:szCs w:val="24"/>
              </w:rPr>
              <w:t>DYSKUSJA, OBSERWACJA W TRAKCIE ZAJĘĆ</w:t>
            </w:r>
          </w:p>
        </w:tc>
        <w:tc>
          <w:tcPr>
            <w:tcW w:w="2236" w:type="dxa"/>
          </w:tcPr>
          <w:p w:rsidR="001241DD" w:rsidRPr="00F96619" w:rsidRDefault="001241DD" w:rsidP="00763E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9661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F9661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F96619" w:rsidRDefault="003E1941" w:rsidP="001241D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96619">
        <w:rPr>
          <w:rFonts w:ascii="Corbel" w:hAnsi="Corbel"/>
          <w:smallCaps w:val="0"/>
          <w:szCs w:val="24"/>
        </w:rPr>
        <w:t xml:space="preserve">4.2 </w:t>
      </w:r>
      <w:r w:rsidR="0085747A" w:rsidRPr="00F9661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9661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96619" w:rsidTr="00923D7D">
        <w:tc>
          <w:tcPr>
            <w:tcW w:w="9670" w:type="dxa"/>
          </w:tcPr>
          <w:p w:rsidR="0085747A" w:rsidRPr="00F96619" w:rsidRDefault="003601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Zaliczenie egzaminu pisemnego, przygotowanie i prezentacja pracy </w:t>
            </w:r>
            <w:r w:rsidR="0041101F" w:rsidRPr="00F96619">
              <w:rPr>
                <w:rFonts w:ascii="Corbel" w:hAnsi="Corbel"/>
                <w:b w:val="0"/>
                <w:smallCaps w:val="0"/>
                <w:szCs w:val="24"/>
              </w:rPr>
              <w:t>projektowej,</w:t>
            </w:r>
            <w:r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 aktywność na zajęciach. </w:t>
            </w:r>
            <w:r w:rsidR="008F2486" w:rsidRPr="00F96619">
              <w:rPr>
                <w:rFonts w:ascii="Corbel" w:hAnsi="Corbel"/>
                <w:b w:val="0"/>
                <w:smallCaps w:val="0"/>
                <w:szCs w:val="24"/>
              </w:rPr>
              <w:t>Ocena tradycyjna</w:t>
            </w:r>
          </w:p>
        </w:tc>
      </w:tr>
    </w:tbl>
    <w:p w:rsidR="0085747A" w:rsidRPr="00F9661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96619" w:rsidRDefault="0085747A" w:rsidP="001241D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96619">
        <w:rPr>
          <w:rFonts w:ascii="Corbel" w:hAnsi="Corbel"/>
          <w:b/>
          <w:sz w:val="24"/>
          <w:szCs w:val="24"/>
        </w:rPr>
        <w:t xml:space="preserve">5. </w:t>
      </w:r>
      <w:r w:rsidR="00C61DC5" w:rsidRPr="00F9661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737"/>
      </w:tblGrid>
      <w:tr w:rsidR="0085747A" w:rsidRPr="00F96619" w:rsidTr="002D64DB">
        <w:tc>
          <w:tcPr>
            <w:tcW w:w="4902" w:type="dxa"/>
            <w:vAlign w:val="center"/>
          </w:tcPr>
          <w:p w:rsidR="0085747A" w:rsidRPr="00F9661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9661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9661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9661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737" w:type="dxa"/>
            <w:vAlign w:val="center"/>
          </w:tcPr>
          <w:p w:rsidR="0085747A" w:rsidRPr="00F9661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9661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9661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9661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9661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96619" w:rsidTr="002D64DB">
        <w:tc>
          <w:tcPr>
            <w:tcW w:w="4902" w:type="dxa"/>
          </w:tcPr>
          <w:p w:rsidR="0085747A" w:rsidRPr="00F9661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G</w:t>
            </w:r>
            <w:r w:rsidR="0085747A" w:rsidRPr="00F9661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9661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9661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9661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F9661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F9661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9661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737" w:type="dxa"/>
          </w:tcPr>
          <w:p w:rsidR="0085747A" w:rsidRPr="00F96619" w:rsidRDefault="00BB1811" w:rsidP="001637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F96619" w:rsidTr="002D64DB">
        <w:tc>
          <w:tcPr>
            <w:tcW w:w="4902" w:type="dxa"/>
          </w:tcPr>
          <w:p w:rsidR="00C61DC5" w:rsidRPr="00F9661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96619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1241DD" w:rsidRPr="00F96619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F9661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737" w:type="dxa"/>
          </w:tcPr>
          <w:p w:rsidR="00C61DC5" w:rsidRPr="00F96619" w:rsidRDefault="00BB1811" w:rsidP="001637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637ED" w:rsidRPr="00F96619" w:rsidTr="002D64DB">
        <w:tc>
          <w:tcPr>
            <w:tcW w:w="4902" w:type="dxa"/>
          </w:tcPr>
          <w:p w:rsidR="001637ED" w:rsidRPr="00F96619" w:rsidRDefault="001637ED" w:rsidP="001637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9661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96619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:rsidR="001637ED" w:rsidRPr="00F96619" w:rsidRDefault="001637ED" w:rsidP="001637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1637ED" w:rsidRPr="00F96619" w:rsidRDefault="001637ED" w:rsidP="001637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:rsidR="001637ED" w:rsidRPr="00F96619" w:rsidRDefault="001637ED" w:rsidP="001637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</w:tc>
        <w:tc>
          <w:tcPr>
            <w:tcW w:w="4737" w:type="dxa"/>
          </w:tcPr>
          <w:p w:rsidR="001637ED" w:rsidRPr="00F96619" w:rsidRDefault="001637ED" w:rsidP="001637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637ED" w:rsidRPr="00F96619" w:rsidRDefault="001637ED" w:rsidP="001637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637ED" w:rsidRPr="00F96619" w:rsidRDefault="001637ED" w:rsidP="001637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30</w:t>
            </w:r>
          </w:p>
          <w:p w:rsidR="001637ED" w:rsidRPr="00F96619" w:rsidRDefault="001637ED" w:rsidP="001637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20</w:t>
            </w:r>
          </w:p>
          <w:p w:rsidR="001637ED" w:rsidRPr="00F96619" w:rsidRDefault="001637ED" w:rsidP="001637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85747A" w:rsidRPr="00F96619" w:rsidTr="002D64DB">
        <w:tc>
          <w:tcPr>
            <w:tcW w:w="4902" w:type="dxa"/>
          </w:tcPr>
          <w:p w:rsidR="0085747A" w:rsidRPr="00F9661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737" w:type="dxa"/>
          </w:tcPr>
          <w:p w:rsidR="0085747A" w:rsidRPr="00F96619" w:rsidRDefault="00360142" w:rsidP="001637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1</w:t>
            </w:r>
            <w:r w:rsidR="006305E3" w:rsidRPr="00F96619">
              <w:rPr>
                <w:rFonts w:ascii="Corbel" w:hAnsi="Corbel"/>
                <w:sz w:val="24"/>
                <w:szCs w:val="24"/>
              </w:rPr>
              <w:t>1</w:t>
            </w:r>
            <w:r w:rsidRPr="00F9661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F96619" w:rsidTr="002D64DB">
        <w:tc>
          <w:tcPr>
            <w:tcW w:w="4902" w:type="dxa"/>
          </w:tcPr>
          <w:p w:rsidR="0085747A" w:rsidRPr="00F9661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9661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37" w:type="dxa"/>
          </w:tcPr>
          <w:p w:rsidR="0085747A" w:rsidRPr="00F96619" w:rsidRDefault="00BB1811" w:rsidP="001637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96619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85747A" w:rsidRPr="00F9661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9661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9661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F9661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96619" w:rsidRDefault="0071620A" w:rsidP="002D64D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96619">
        <w:rPr>
          <w:rFonts w:ascii="Corbel" w:hAnsi="Corbel"/>
          <w:smallCaps w:val="0"/>
          <w:szCs w:val="24"/>
        </w:rPr>
        <w:t xml:space="preserve">6. </w:t>
      </w:r>
      <w:r w:rsidR="0085747A" w:rsidRPr="00F96619">
        <w:rPr>
          <w:rFonts w:ascii="Corbel" w:hAnsi="Corbel"/>
          <w:smallCaps w:val="0"/>
          <w:szCs w:val="24"/>
        </w:rPr>
        <w:t>PRAKTYKI ZAWO</w:t>
      </w:r>
      <w:r w:rsidR="009D3F3B" w:rsidRPr="00F96619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F96619" w:rsidTr="00BA1971">
        <w:trPr>
          <w:trHeight w:val="397"/>
        </w:trPr>
        <w:tc>
          <w:tcPr>
            <w:tcW w:w="4111" w:type="dxa"/>
          </w:tcPr>
          <w:p w:rsidR="0085747A" w:rsidRPr="00F9661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F96619" w:rsidRDefault="002D64DB" w:rsidP="002D64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F96619" w:rsidTr="00BA1971">
        <w:trPr>
          <w:trHeight w:val="397"/>
        </w:trPr>
        <w:tc>
          <w:tcPr>
            <w:tcW w:w="4111" w:type="dxa"/>
          </w:tcPr>
          <w:p w:rsidR="0085747A" w:rsidRPr="00F9661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F96619" w:rsidRDefault="002D64DB" w:rsidP="002D64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F9661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F9661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96619">
        <w:rPr>
          <w:rFonts w:ascii="Corbel" w:hAnsi="Corbel"/>
          <w:smallCaps w:val="0"/>
          <w:szCs w:val="24"/>
        </w:rPr>
        <w:t xml:space="preserve">7. </w:t>
      </w:r>
      <w:r w:rsidR="0085747A" w:rsidRPr="00F96619">
        <w:rPr>
          <w:rFonts w:ascii="Corbel" w:hAnsi="Corbel"/>
          <w:smallCaps w:val="0"/>
          <w:szCs w:val="24"/>
        </w:rPr>
        <w:t>LITERATURA</w:t>
      </w:r>
      <w:r w:rsidRPr="00F9661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F96619" w:rsidTr="002D64DB">
        <w:trPr>
          <w:trHeight w:val="397"/>
        </w:trPr>
        <w:tc>
          <w:tcPr>
            <w:tcW w:w="9639" w:type="dxa"/>
          </w:tcPr>
          <w:p w:rsidR="0085747A" w:rsidRPr="00F96619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9661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360142" w:rsidRPr="00F96619" w:rsidRDefault="00360142" w:rsidP="002D64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96619">
              <w:rPr>
                <w:rFonts w:ascii="Corbel" w:hAnsi="Corbel"/>
                <w:sz w:val="24"/>
                <w:szCs w:val="24"/>
              </w:rPr>
              <w:t>Ayllon</w:t>
            </w:r>
            <w:proofErr w:type="spellEnd"/>
            <w:r w:rsidRPr="00F96619"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F96619">
              <w:rPr>
                <w:rFonts w:ascii="Corbel" w:hAnsi="Corbel"/>
                <w:i/>
                <w:sz w:val="24"/>
                <w:szCs w:val="24"/>
              </w:rPr>
              <w:t>Jak stosować wzmocnienia</w:t>
            </w:r>
            <w:r w:rsidRPr="00F96619">
              <w:rPr>
                <w:rFonts w:ascii="Corbel" w:hAnsi="Corbel"/>
                <w:sz w:val="24"/>
                <w:szCs w:val="24"/>
              </w:rPr>
              <w:t>, SPOA, Gdańsk 2000</w:t>
            </w:r>
          </w:p>
          <w:p w:rsidR="00360142" w:rsidRPr="00F96619" w:rsidRDefault="00360142" w:rsidP="002D64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96619">
              <w:rPr>
                <w:rFonts w:ascii="Corbel" w:hAnsi="Corbel"/>
                <w:sz w:val="24"/>
                <w:szCs w:val="24"/>
                <w:lang w:val="en-US"/>
              </w:rPr>
              <w:t>Bouras</w:t>
            </w:r>
            <w:proofErr w:type="spellEnd"/>
            <w:r w:rsidRPr="00F96619">
              <w:rPr>
                <w:rFonts w:ascii="Corbel" w:hAnsi="Corbel"/>
                <w:sz w:val="24"/>
                <w:szCs w:val="24"/>
                <w:lang w:val="en-US"/>
              </w:rPr>
              <w:t xml:space="preserve"> N., Holt G., (red.) </w:t>
            </w:r>
            <w:r w:rsidRPr="00F96619">
              <w:rPr>
                <w:rFonts w:ascii="Corbel" w:hAnsi="Corbel"/>
                <w:sz w:val="24"/>
                <w:szCs w:val="24"/>
              </w:rPr>
              <w:t xml:space="preserve">Zaburzenia psychiczne i zaburzenia zachowania u osób niepełnosprawnych intelektualnie </w:t>
            </w:r>
            <w:proofErr w:type="spellStart"/>
            <w:r w:rsidRPr="00F96619">
              <w:rPr>
                <w:rFonts w:ascii="Corbel" w:hAnsi="Corbel"/>
                <w:sz w:val="24"/>
                <w:szCs w:val="24"/>
              </w:rPr>
              <w:t>Elsvier</w:t>
            </w:r>
            <w:proofErr w:type="spellEnd"/>
            <w:r w:rsidRPr="00F96619">
              <w:rPr>
                <w:rFonts w:ascii="Corbel" w:hAnsi="Corbel"/>
                <w:sz w:val="24"/>
                <w:szCs w:val="24"/>
              </w:rPr>
              <w:t>, Urban i Partner, Wrocław 2010</w:t>
            </w:r>
          </w:p>
          <w:p w:rsidR="00360142" w:rsidRPr="00F96619" w:rsidRDefault="00360142" w:rsidP="002D64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 xml:space="preserve">Bąbel P., </w:t>
            </w:r>
            <w:r w:rsidRPr="00F96619">
              <w:rPr>
                <w:rFonts w:ascii="Corbel" w:hAnsi="Corbel"/>
                <w:i/>
                <w:sz w:val="24"/>
                <w:szCs w:val="24"/>
              </w:rPr>
              <w:t>Punktowe systemy oceniania w praktyce edukacyjnej</w:t>
            </w:r>
            <w:r w:rsidRPr="00F96619">
              <w:rPr>
                <w:rFonts w:ascii="Corbel" w:hAnsi="Corbel"/>
                <w:sz w:val="24"/>
                <w:szCs w:val="24"/>
              </w:rPr>
              <w:t xml:space="preserve"> [w:] Grzegorczyk-</w:t>
            </w:r>
            <w:proofErr w:type="spellStart"/>
            <w:r w:rsidRPr="00F96619">
              <w:rPr>
                <w:rFonts w:ascii="Corbel" w:hAnsi="Corbel"/>
                <w:sz w:val="24"/>
                <w:szCs w:val="24"/>
              </w:rPr>
              <w:t>Dłuciak</w:t>
            </w:r>
            <w:proofErr w:type="spellEnd"/>
            <w:r w:rsidRPr="00F96619">
              <w:rPr>
                <w:rFonts w:ascii="Corbel" w:hAnsi="Corbel"/>
                <w:sz w:val="24"/>
                <w:szCs w:val="24"/>
              </w:rPr>
              <w:t xml:space="preserve"> N. (red.) Czas na dialog, Impuls, Kraków 2009, s. 35 – 52</w:t>
            </w:r>
          </w:p>
          <w:p w:rsidR="00360142" w:rsidRPr="00F96619" w:rsidRDefault="00360142" w:rsidP="002D64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 xml:space="preserve">Bąbel P., Suchowierska M., Ostaszewski P., </w:t>
            </w:r>
            <w:r w:rsidRPr="00F96619">
              <w:rPr>
                <w:rFonts w:ascii="Corbel" w:hAnsi="Corbel"/>
                <w:i/>
                <w:sz w:val="24"/>
                <w:szCs w:val="24"/>
              </w:rPr>
              <w:t>Analiza zachowania od A do Z,</w:t>
            </w:r>
            <w:r w:rsidRPr="00F96619">
              <w:rPr>
                <w:rFonts w:ascii="Corbel" w:hAnsi="Corbel"/>
                <w:sz w:val="24"/>
                <w:szCs w:val="24"/>
              </w:rPr>
              <w:t xml:space="preserve"> GWP, Gdańsk 2010</w:t>
            </w:r>
          </w:p>
          <w:p w:rsidR="00360142" w:rsidRPr="00F96619" w:rsidRDefault="00360142" w:rsidP="002D64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 xml:space="preserve">Kozłowski J., </w:t>
            </w:r>
            <w:r w:rsidRPr="00F96619">
              <w:rPr>
                <w:rFonts w:ascii="Corbel" w:hAnsi="Corbel"/>
                <w:i/>
                <w:sz w:val="24"/>
                <w:szCs w:val="24"/>
              </w:rPr>
              <w:t>Zachowania trudne u osób z zaburzeniami rozwojowymi: behawioralny model diagnozy, terapii i profilaktyki</w:t>
            </w:r>
            <w:r w:rsidRPr="00F96619">
              <w:rPr>
                <w:rFonts w:ascii="Corbel" w:hAnsi="Corbel"/>
                <w:sz w:val="24"/>
                <w:szCs w:val="24"/>
              </w:rPr>
              <w:t xml:space="preserve"> [w:] Pisula E., Danielewicz D. (red.), </w:t>
            </w:r>
            <w:r w:rsidRPr="00F96619">
              <w:rPr>
                <w:rFonts w:ascii="Corbel" w:hAnsi="Corbel"/>
                <w:i/>
                <w:sz w:val="24"/>
                <w:szCs w:val="24"/>
              </w:rPr>
              <w:t>Wybrane formy terapii i rehabilitacji osób z autyzmem</w:t>
            </w:r>
            <w:r w:rsidRPr="00F96619">
              <w:rPr>
                <w:rFonts w:ascii="Corbel" w:hAnsi="Corbel"/>
                <w:sz w:val="24"/>
                <w:szCs w:val="24"/>
              </w:rPr>
              <w:t>, Impuls, Kraków 2008</w:t>
            </w:r>
          </w:p>
          <w:p w:rsidR="00360142" w:rsidRPr="00F96619" w:rsidRDefault="00360142" w:rsidP="002D64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96619">
              <w:rPr>
                <w:rFonts w:ascii="Corbel" w:hAnsi="Corbel"/>
                <w:sz w:val="24"/>
                <w:szCs w:val="24"/>
              </w:rPr>
              <w:t>Edelson</w:t>
            </w:r>
            <w:proofErr w:type="spellEnd"/>
            <w:r w:rsidRPr="00F96619">
              <w:rPr>
                <w:rFonts w:ascii="Corbel" w:hAnsi="Corbel"/>
                <w:sz w:val="24"/>
                <w:szCs w:val="24"/>
              </w:rPr>
              <w:t xml:space="preserve"> S., </w:t>
            </w:r>
            <w:proofErr w:type="spellStart"/>
            <w:r w:rsidRPr="00F96619">
              <w:rPr>
                <w:rFonts w:ascii="Corbel" w:hAnsi="Corbel"/>
                <w:sz w:val="24"/>
                <w:szCs w:val="24"/>
              </w:rPr>
              <w:t>Botsford</w:t>
            </w:r>
            <w:proofErr w:type="spellEnd"/>
            <w:r w:rsidRPr="00F96619">
              <w:rPr>
                <w:rFonts w:ascii="Corbel" w:hAnsi="Corbel"/>
                <w:sz w:val="24"/>
                <w:szCs w:val="24"/>
              </w:rPr>
              <w:t xml:space="preserve"> Johnson J</w:t>
            </w:r>
            <w:r w:rsidRPr="00F96619">
              <w:rPr>
                <w:rFonts w:ascii="Corbel" w:hAnsi="Corbel"/>
                <w:i/>
                <w:sz w:val="24"/>
                <w:szCs w:val="24"/>
              </w:rPr>
              <w:t>., Zachowania autoagresywne w autyzmie</w:t>
            </w:r>
            <w:r w:rsidRPr="00F96619">
              <w:rPr>
                <w:rFonts w:ascii="Corbel" w:hAnsi="Corbel"/>
                <w:sz w:val="24"/>
                <w:szCs w:val="24"/>
              </w:rPr>
              <w:t>, Harmonia, Gdańsk 2018</w:t>
            </w:r>
          </w:p>
          <w:p w:rsidR="00360142" w:rsidRPr="00F96619" w:rsidRDefault="00360142" w:rsidP="002D64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96619">
              <w:rPr>
                <w:rFonts w:ascii="Corbel" w:hAnsi="Corbel"/>
                <w:sz w:val="24"/>
                <w:szCs w:val="24"/>
              </w:rPr>
              <w:t>Handbury</w:t>
            </w:r>
            <w:proofErr w:type="spellEnd"/>
            <w:r w:rsidRPr="00F96619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F96619">
              <w:rPr>
                <w:rFonts w:ascii="Corbel" w:hAnsi="Corbel"/>
                <w:i/>
                <w:sz w:val="24"/>
                <w:szCs w:val="24"/>
              </w:rPr>
              <w:t>Strategie pozytywnego wspierania zachowań dzieci i młodzieży z autyzmem</w:t>
            </w:r>
            <w:r w:rsidRPr="00F96619">
              <w:rPr>
                <w:rFonts w:ascii="Corbel" w:hAnsi="Corbel"/>
                <w:sz w:val="24"/>
                <w:szCs w:val="24"/>
              </w:rPr>
              <w:t>, Fraszka Edukacyjna, Warszawa, 2016</w:t>
            </w:r>
          </w:p>
          <w:p w:rsidR="00360142" w:rsidRPr="00F96619" w:rsidRDefault="00360142" w:rsidP="002D64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Kołakowski A., Pisula A., Sposób na trudne dziecko, GWP, Gdańsk 2014</w:t>
            </w:r>
          </w:p>
          <w:p w:rsidR="00360142" w:rsidRPr="00F96619" w:rsidRDefault="00360142" w:rsidP="002D64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F96619">
              <w:rPr>
                <w:rFonts w:ascii="Corbel" w:hAnsi="Corbel"/>
                <w:i/>
                <w:sz w:val="24"/>
                <w:szCs w:val="24"/>
              </w:rPr>
              <w:t>Zachowania trudne małych dzieci z zaburzeniami rozwoju-</w:t>
            </w:r>
            <w:r w:rsidRPr="00F96619">
              <w:rPr>
                <w:rFonts w:ascii="Corbel" w:hAnsi="Corbel"/>
                <w:i/>
                <w:sz w:val="24"/>
                <w:szCs w:val="24"/>
              </w:rPr>
              <w:lastRenderedPageBreak/>
              <w:t>Uwarunkowania, profilaktyka, terapia</w:t>
            </w:r>
            <w:r w:rsidRPr="00F96619">
              <w:rPr>
                <w:rFonts w:ascii="Corbel" w:hAnsi="Corbel"/>
                <w:sz w:val="24"/>
                <w:szCs w:val="24"/>
              </w:rPr>
              <w:t>, Wyd. UR, Rzeszów 2017</w:t>
            </w:r>
          </w:p>
          <w:p w:rsidR="00360142" w:rsidRPr="00F96619" w:rsidRDefault="00360142" w:rsidP="002D64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F96619">
              <w:rPr>
                <w:rFonts w:ascii="Corbel" w:hAnsi="Corbel"/>
                <w:i/>
                <w:sz w:val="24"/>
                <w:szCs w:val="24"/>
              </w:rPr>
              <w:t>Wczesna diagnoza i terapia zachowań trudnych u dzieci z zaburzeniami rozwoju</w:t>
            </w:r>
            <w:r w:rsidRPr="00F96619">
              <w:rPr>
                <w:rFonts w:ascii="Corbel" w:hAnsi="Corbel"/>
                <w:sz w:val="24"/>
                <w:szCs w:val="24"/>
              </w:rPr>
              <w:t xml:space="preserve"> [w:] B. Jachimczak, D. Pawelczak, A. Wojciechowska (red.), </w:t>
            </w:r>
            <w:r w:rsidRPr="00F96619">
              <w:rPr>
                <w:rFonts w:ascii="Corbel" w:hAnsi="Corbel"/>
                <w:i/>
                <w:sz w:val="24"/>
                <w:szCs w:val="24"/>
              </w:rPr>
              <w:t>Miejsce innego we współczesnych naukach o wychowaniu – inny w przestrzeni społecznej</w:t>
            </w:r>
            <w:r w:rsidRPr="00F96619">
              <w:rPr>
                <w:rFonts w:ascii="Corbel" w:hAnsi="Corbel"/>
                <w:sz w:val="24"/>
                <w:szCs w:val="24"/>
              </w:rPr>
              <w:t>, UAM Poznań 2014</w:t>
            </w:r>
          </w:p>
          <w:p w:rsidR="003B0E14" w:rsidRPr="00F96619" w:rsidRDefault="003B0E14" w:rsidP="002D64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Niemiec S., Teorie zachowań trudnych w kontekście psychospołecznego funkcjonowania osób z niepełnosprawnością intelektualną [w:] Biblioteka Współczesnej Myśli Pedagogicznej. - 2018, T. 7, s. 130-141</w:t>
            </w:r>
          </w:p>
          <w:p w:rsidR="00360142" w:rsidRPr="00F96619" w:rsidRDefault="00360142" w:rsidP="002D64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 xml:space="preserve">Zielińska M., </w:t>
            </w:r>
            <w:r w:rsidRPr="00F96619">
              <w:rPr>
                <w:rFonts w:ascii="Corbel" w:hAnsi="Corbel"/>
                <w:i/>
                <w:sz w:val="24"/>
                <w:szCs w:val="24"/>
              </w:rPr>
              <w:t>Jak reagować na agresję uczniów</w:t>
            </w:r>
            <w:r w:rsidRPr="00F96619">
              <w:rPr>
                <w:rFonts w:ascii="Corbel" w:hAnsi="Corbel"/>
                <w:sz w:val="24"/>
                <w:szCs w:val="24"/>
              </w:rPr>
              <w:t>, Gdańsk Harmonia 2012</w:t>
            </w:r>
          </w:p>
          <w:p w:rsidR="00360142" w:rsidRPr="00F96619" w:rsidRDefault="00360142" w:rsidP="002D64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 xml:space="preserve">Suchowierska M., Bąbel P., Ostaszewski P., </w:t>
            </w:r>
            <w:r w:rsidRPr="00F96619">
              <w:rPr>
                <w:rFonts w:ascii="Corbel" w:hAnsi="Corbel"/>
                <w:i/>
                <w:sz w:val="24"/>
                <w:szCs w:val="24"/>
              </w:rPr>
              <w:t>Terapia behawioralna dzieci z autyzmem</w:t>
            </w:r>
            <w:r w:rsidRPr="00F96619">
              <w:rPr>
                <w:rFonts w:ascii="Corbel" w:hAnsi="Corbel"/>
                <w:sz w:val="24"/>
                <w:szCs w:val="24"/>
              </w:rPr>
              <w:t>, GWP, Sopot 2012</w:t>
            </w:r>
          </w:p>
        </w:tc>
      </w:tr>
      <w:tr w:rsidR="0085747A" w:rsidRPr="00F96619" w:rsidTr="002D64DB">
        <w:trPr>
          <w:trHeight w:val="397"/>
        </w:trPr>
        <w:tc>
          <w:tcPr>
            <w:tcW w:w="9639" w:type="dxa"/>
          </w:tcPr>
          <w:p w:rsidR="00360142" w:rsidRPr="00F96619" w:rsidRDefault="0085747A" w:rsidP="002D64DB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F96619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Literatura uzupełniająca: </w:t>
            </w:r>
          </w:p>
          <w:p w:rsidR="00360142" w:rsidRPr="00F96619" w:rsidRDefault="00360142" w:rsidP="002D64DB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 xml:space="preserve">Kendall P. C., </w:t>
            </w:r>
            <w:r w:rsidRPr="00F96619">
              <w:rPr>
                <w:rFonts w:ascii="Corbel" w:hAnsi="Corbel"/>
                <w:i/>
                <w:sz w:val="24"/>
                <w:szCs w:val="24"/>
              </w:rPr>
              <w:t xml:space="preserve">Zaburzenia okresu dzieciństwa i adolescencji, </w:t>
            </w:r>
            <w:r w:rsidRPr="00F96619">
              <w:rPr>
                <w:rFonts w:ascii="Corbel" w:hAnsi="Corbel"/>
                <w:sz w:val="24"/>
                <w:szCs w:val="24"/>
              </w:rPr>
              <w:t>GWP Gdańsk 2004</w:t>
            </w:r>
          </w:p>
          <w:p w:rsidR="00360142" w:rsidRPr="00F96619" w:rsidRDefault="00360142" w:rsidP="002D64DB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 xml:space="preserve">Pecyna M., </w:t>
            </w:r>
            <w:r w:rsidRPr="00F96619">
              <w:rPr>
                <w:rFonts w:ascii="Corbel" w:hAnsi="Corbel"/>
                <w:i/>
                <w:sz w:val="24"/>
                <w:szCs w:val="24"/>
              </w:rPr>
              <w:t xml:space="preserve">Rodzinne uwarunkowania zachowania dziecka w świetle psychologii klinicznej, </w:t>
            </w:r>
            <w:r w:rsidRPr="00F96619">
              <w:rPr>
                <w:rFonts w:ascii="Corbel" w:hAnsi="Corbel"/>
                <w:sz w:val="24"/>
                <w:szCs w:val="24"/>
              </w:rPr>
              <w:t>WSiP Warszawa 1998</w:t>
            </w:r>
          </w:p>
          <w:p w:rsidR="00360142" w:rsidRPr="00F96619" w:rsidRDefault="00360142" w:rsidP="002D64DB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 xml:space="preserve">Poraj G. </w:t>
            </w:r>
            <w:r w:rsidRPr="00F96619">
              <w:rPr>
                <w:rFonts w:ascii="Corbel" w:hAnsi="Corbel"/>
                <w:i/>
                <w:sz w:val="24"/>
                <w:szCs w:val="24"/>
              </w:rPr>
              <w:t>Rodzina jako środowisko stymulujące agresywne zachowania dzieci na różnych etapach rozwoju</w:t>
            </w:r>
            <w:r w:rsidRPr="00F96619">
              <w:rPr>
                <w:rFonts w:ascii="Corbel" w:hAnsi="Corbel"/>
                <w:sz w:val="24"/>
                <w:szCs w:val="24"/>
              </w:rPr>
              <w:t xml:space="preserve"> [w:] red. M. Bogdanowicz, M. Lipowska, Rodzinne, edukacyjne i psychologiczne wyznaczniki rozwoju, Kraków, Impuls 2008</w:t>
            </w:r>
          </w:p>
          <w:p w:rsidR="00360142" w:rsidRPr="00F96619" w:rsidRDefault="00360142" w:rsidP="002D64DB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96619">
              <w:rPr>
                <w:rFonts w:ascii="Corbel" w:hAnsi="Corbel"/>
                <w:sz w:val="24"/>
                <w:szCs w:val="24"/>
              </w:rPr>
              <w:t>Radochoński</w:t>
            </w:r>
            <w:proofErr w:type="spellEnd"/>
            <w:r w:rsidRPr="00F96619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F96619">
              <w:rPr>
                <w:rFonts w:ascii="Corbel" w:hAnsi="Corbel"/>
                <w:i/>
                <w:sz w:val="24"/>
                <w:szCs w:val="24"/>
              </w:rPr>
              <w:t>Psychopatologia życia emocjonalnego dzieci i młodzieży: wybrane zagadnienia</w:t>
            </w:r>
            <w:r w:rsidRPr="00F96619">
              <w:rPr>
                <w:rFonts w:ascii="Corbel" w:hAnsi="Corbel"/>
                <w:sz w:val="24"/>
                <w:szCs w:val="24"/>
              </w:rPr>
              <w:t>, Wydawnictwo UR, Rzeszów 2009</w:t>
            </w:r>
          </w:p>
          <w:p w:rsidR="0041101F" w:rsidRPr="00F96619" w:rsidRDefault="0041101F" w:rsidP="002D64DB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Twardowska-Staszek E., Zachowania ryzykowne młodzieży z niepełnosprawnością intelektualną, Kraków, WAM 2016</w:t>
            </w:r>
          </w:p>
          <w:p w:rsidR="00360142" w:rsidRPr="00F96619" w:rsidRDefault="00360142" w:rsidP="002D64DB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 xml:space="preserve">Zasępa E., </w:t>
            </w:r>
            <w:r w:rsidRPr="00F96619">
              <w:rPr>
                <w:rFonts w:ascii="Corbel" w:hAnsi="Corbel"/>
                <w:i/>
                <w:sz w:val="24"/>
                <w:szCs w:val="24"/>
              </w:rPr>
              <w:t>Zachowania problemowe dorosłych dzieci z niepełnosprawnością intelektualną,</w:t>
            </w:r>
            <w:r w:rsidRPr="00F96619">
              <w:rPr>
                <w:rFonts w:ascii="Corbel" w:hAnsi="Corbel"/>
                <w:sz w:val="24"/>
                <w:szCs w:val="24"/>
              </w:rPr>
              <w:t xml:space="preserve"> [w:] red. Rostowska, Peplińska, </w:t>
            </w:r>
            <w:r w:rsidRPr="00F96619">
              <w:rPr>
                <w:rFonts w:ascii="Corbel" w:hAnsi="Corbel"/>
                <w:i/>
                <w:sz w:val="24"/>
                <w:szCs w:val="24"/>
              </w:rPr>
              <w:t>Psychospołeczne aspekty życia rodzinnego</w:t>
            </w:r>
            <w:r w:rsidRPr="00F96619">
              <w:rPr>
                <w:rFonts w:ascii="Corbel" w:hAnsi="Corbel"/>
                <w:sz w:val="24"/>
                <w:szCs w:val="24"/>
              </w:rPr>
              <w:t>, DIFIN Warszawa 2010</w:t>
            </w:r>
          </w:p>
          <w:p w:rsidR="00360142" w:rsidRPr="00F96619" w:rsidRDefault="00360142" w:rsidP="002D64DB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 xml:space="preserve">Zielińska M., </w:t>
            </w:r>
            <w:r w:rsidRPr="00F96619">
              <w:rPr>
                <w:rFonts w:ascii="Corbel" w:hAnsi="Corbel"/>
                <w:i/>
                <w:sz w:val="24"/>
                <w:szCs w:val="24"/>
              </w:rPr>
              <w:t>Jak reagować na agresję uczniów</w:t>
            </w:r>
            <w:r w:rsidRPr="00F96619">
              <w:rPr>
                <w:rFonts w:ascii="Corbel" w:hAnsi="Corbel"/>
                <w:sz w:val="24"/>
                <w:szCs w:val="24"/>
              </w:rPr>
              <w:t>, Gdańsk Harmonia 2012</w:t>
            </w:r>
          </w:p>
          <w:p w:rsidR="00360142" w:rsidRPr="00F96619" w:rsidRDefault="00360142" w:rsidP="002D64DB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96619">
              <w:rPr>
                <w:rFonts w:ascii="Corbel" w:hAnsi="Corbel"/>
                <w:sz w:val="24"/>
                <w:szCs w:val="24"/>
              </w:rPr>
              <w:t>Żywanowska</w:t>
            </w:r>
            <w:proofErr w:type="spellEnd"/>
            <w:r w:rsidRPr="00F96619">
              <w:rPr>
                <w:rFonts w:ascii="Corbel" w:hAnsi="Corbel"/>
                <w:sz w:val="24"/>
                <w:szCs w:val="24"/>
              </w:rPr>
              <w:t xml:space="preserve"> A. </w:t>
            </w:r>
            <w:r w:rsidRPr="00F96619">
              <w:rPr>
                <w:rFonts w:ascii="Corbel" w:hAnsi="Corbel"/>
                <w:i/>
                <w:sz w:val="24"/>
                <w:szCs w:val="24"/>
              </w:rPr>
              <w:t>Agresja u osób z lekką niepełnosprawnością intelektualną</w:t>
            </w:r>
            <w:r w:rsidRPr="00F96619">
              <w:rPr>
                <w:rFonts w:ascii="Corbel" w:hAnsi="Corbel"/>
                <w:sz w:val="24"/>
                <w:szCs w:val="24"/>
              </w:rPr>
              <w:t>, Kraków Impuls 2009</w:t>
            </w:r>
          </w:p>
        </w:tc>
      </w:tr>
    </w:tbl>
    <w:p w:rsidR="0085747A" w:rsidRPr="00F96619" w:rsidRDefault="0085747A" w:rsidP="002D64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96619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9661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BA1971" w:rsidRPr="00F96619" w:rsidRDefault="00BA197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A1971" w:rsidRPr="00F96619" w:rsidRDefault="00BA197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A1971" w:rsidRPr="00F96619" w:rsidRDefault="00BA197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A1971" w:rsidRPr="00F96619" w:rsidRDefault="00BA197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A1971" w:rsidRPr="00F96619" w:rsidRDefault="00BA197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A1971" w:rsidRPr="00F96619" w:rsidRDefault="00BA1971" w:rsidP="00BA1971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BA1971" w:rsidRPr="00F9661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54FA" w:rsidRDefault="009E54FA" w:rsidP="00C16ABF">
      <w:pPr>
        <w:spacing w:after="0" w:line="240" w:lineRule="auto"/>
      </w:pPr>
      <w:r>
        <w:separator/>
      </w:r>
    </w:p>
  </w:endnote>
  <w:endnote w:type="continuationSeparator" w:id="0">
    <w:p w:rsidR="009E54FA" w:rsidRDefault="009E54F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54FA" w:rsidRDefault="009E54FA" w:rsidP="00C16ABF">
      <w:pPr>
        <w:spacing w:after="0" w:line="240" w:lineRule="auto"/>
      </w:pPr>
      <w:r>
        <w:separator/>
      </w:r>
    </w:p>
  </w:footnote>
  <w:footnote w:type="continuationSeparator" w:id="0">
    <w:p w:rsidR="009E54FA" w:rsidRDefault="009E54F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3C7016"/>
    <w:multiLevelType w:val="hybridMultilevel"/>
    <w:tmpl w:val="A7E20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4E554F"/>
    <w:multiLevelType w:val="hybridMultilevel"/>
    <w:tmpl w:val="E3168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1DD"/>
    <w:rsid w:val="00124BFF"/>
    <w:rsid w:val="0012560E"/>
    <w:rsid w:val="00127108"/>
    <w:rsid w:val="00134B13"/>
    <w:rsid w:val="00146BC0"/>
    <w:rsid w:val="00153C41"/>
    <w:rsid w:val="00154381"/>
    <w:rsid w:val="001637ED"/>
    <w:rsid w:val="001640A7"/>
    <w:rsid w:val="00164FA7"/>
    <w:rsid w:val="00166A03"/>
    <w:rsid w:val="001718A7"/>
    <w:rsid w:val="001737CF"/>
    <w:rsid w:val="00176083"/>
    <w:rsid w:val="00192F37"/>
    <w:rsid w:val="001A02D8"/>
    <w:rsid w:val="001A4E21"/>
    <w:rsid w:val="001A70D2"/>
    <w:rsid w:val="001C7CF4"/>
    <w:rsid w:val="001D17A2"/>
    <w:rsid w:val="001D657B"/>
    <w:rsid w:val="001D7B54"/>
    <w:rsid w:val="001E0209"/>
    <w:rsid w:val="001E3692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86345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4DB"/>
    <w:rsid w:val="002D73D4"/>
    <w:rsid w:val="002F02A3"/>
    <w:rsid w:val="002F4ABE"/>
    <w:rsid w:val="002F5F6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142"/>
    <w:rsid w:val="00363F78"/>
    <w:rsid w:val="003A0A5B"/>
    <w:rsid w:val="003A1176"/>
    <w:rsid w:val="003B0E14"/>
    <w:rsid w:val="003C0BAE"/>
    <w:rsid w:val="003D18A9"/>
    <w:rsid w:val="003D6CE2"/>
    <w:rsid w:val="003E1941"/>
    <w:rsid w:val="003E2FE6"/>
    <w:rsid w:val="003E49D5"/>
    <w:rsid w:val="003F205D"/>
    <w:rsid w:val="003F38C0"/>
    <w:rsid w:val="0041101F"/>
    <w:rsid w:val="00414E3C"/>
    <w:rsid w:val="0042064D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FC7"/>
    <w:rsid w:val="00627FC9"/>
    <w:rsid w:val="006305E3"/>
    <w:rsid w:val="00640D10"/>
    <w:rsid w:val="00647FA8"/>
    <w:rsid w:val="00650C5F"/>
    <w:rsid w:val="00654934"/>
    <w:rsid w:val="006620D9"/>
    <w:rsid w:val="00671958"/>
    <w:rsid w:val="00675843"/>
    <w:rsid w:val="00696477"/>
    <w:rsid w:val="006C6D0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A7FDA"/>
    <w:rsid w:val="007B7FDF"/>
    <w:rsid w:val="007C3299"/>
    <w:rsid w:val="007C3BCC"/>
    <w:rsid w:val="007C4546"/>
    <w:rsid w:val="007D5512"/>
    <w:rsid w:val="007D6E56"/>
    <w:rsid w:val="007F4155"/>
    <w:rsid w:val="0081554D"/>
    <w:rsid w:val="0081707E"/>
    <w:rsid w:val="00842163"/>
    <w:rsid w:val="008449B3"/>
    <w:rsid w:val="00853E55"/>
    <w:rsid w:val="008552A2"/>
    <w:rsid w:val="0085747A"/>
    <w:rsid w:val="00884922"/>
    <w:rsid w:val="00885F64"/>
    <w:rsid w:val="008917F9"/>
    <w:rsid w:val="00893027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486"/>
    <w:rsid w:val="008F6E29"/>
    <w:rsid w:val="00916188"/>
    <w:rsid w:val="00923D7D"/>
    <w:rsid w:val="009508DF"/>
    <w:rsid w:val="00950DAC"/>
    <w:rsid w:val="0095144F"/>
    <w:rsid w:val="00954A07"/>
    <w:rsid w:val="0097657F"/>
    <w:rsid w:val="00997F14"/>
    <w:rsid w:val="009A78D9"/>
    <w:rsid w:val="009C10F3"/>
    <w:rsid w:val="009C3E31"/>
    <w:rsid w:val="009C54AE"/>
    <w:rsid w:val="009C788E"/>
    <w:rsid w:val="009D3F3B"/>
    <w:rsid w:val="009E0543"/>
    <w:rsid w:val="009E3B41"/>
    <w:rsid w:val="009E54FA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6BDA"/>
    <w:rsid w:val="00A53FA5"/>
    <w:rsid w:val="00A54817"/>
    <w:rsid w:val="00A601C8"/>
    <w:rsid w:val="00A60799"/>
    <w:rsid w:val="00A60E9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1971"/>
    <w:rsid w:val="00BB1811"/>
    <w:rsid w:val="00BB520A"/>
    <w:rsid w:val="00BD3869"/>
    <w:rsid w:val="00BD66E9"/>
    <w:rsid w:val="00BD6FF4"/>
    <w:rsid w:val="00BE6E34"/>
    <w:rsid w:val="00BF2C41"/>
    <w:rsid w:val="00C058B4"/>
    <w:rsid w:val="00C05F44"/>
    <w:rsid w:val="00C131B5"/>
    <w:rsid w:val="00C16ABF"/>
    <w:rsid w:val="00C170AE"/>
    <w:rsid w:val="00C24364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174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68AB"/>
    <w:rsid w:val="00DE09C0"/>
    <w:rsid w:val="00DE4A14"/>
    <w:rsid w:val="00DF320D"/>
    <w:rsid w:val="00DF71C8"/>
    <w:rsid w:val="00E129B8"/>
    <w:rsid w:val="00E178AB"/>
    <w:rsid w:val="00E21E7D"/>
    <w:rsid w:val="00E22FBC"/>
    <w:rsid w:val="00E24BF5"/>
    <w:rsid w:val="00E25338"/>
    <w:rsid w:val="00E25656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56B2"/>
    <w:rsid w:val="00EC4899"/>
    <w:rsid w:val="00ED03AB"/>
    <w:rsid w:val="00ED32D2"/>
    <w:rsid w:val="00EE32DE"/>
    <w:rsid w:val="00EE5457"/>
    <w:rsid w:val="00F070AB"/>
    <w:rsid w:val="00F12AFD"/>
    <w:rsid w:val="00F15830"/>
    <w:rsid w:val="00F17567"/>
    <w:rsid w:val="00F27A7B"/>
    <w:rsid w:val="00F41AB9"/>
    <w:rsid w:val="00F526AF"/>
    <w:rsid w:val="00F617C3"/>
    <w:rsid w:val="00F66869"/>
    <w:rsid w:val="00F7066B"/>
    <w:rsid w:val="00F83B28"/>
    <w:rsid w:val="00F96619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30120"/>
  <w15:docId w15:val="{F8148F97-8BBD-422E-8963-1527AD5B8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8502B-33F2-4E35-80B8-7E4FB7970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1404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11</cp:revision>
  <cp:lastPrinted>2019-02-06T12:12:00Z</cp:lastPrinted>
  <dcterms:created xsi:type="dcterms:W3CDTF">2020-02-03T08:24:00Z</dcterms:created>
  <dcterms:modified xsi:type="dcterms:W3CDTF">2021-09-06T10:30:00Z</dcterms:modified>
</cp:coreProperties>
</file>